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0FE1A" w14:textId="77777777" w:rsidR="00F5775A" w:rsidRPr="004841C7" w:rsidRDefault="00F5775A" w:rsidP="004841C7">
      <w:pPr>
        <w:pStyle w:val="Corptext"/>
        <w:ind w:right="-370"/>
        <w:jc w:val="right"/>
        <w:rPr>
          <w:rFonts w:ascii="Calibri" w:hAnsi="Calibri" w:cs="Calibri"/>
          <w:b/>
        </w:rPr>
      </w:pPr>
      <w:r w:rsidRPr="004841C7">
        <w:rPr>
          <w:rFonts w:ascii="Calibri" w:hAnsi="Calibri" w:cs="Calibri"/>
          <w:b/>
        </w:rPr>
        <w:t>Anexa</w:t>
      </w:r>
      <w:r w:rsidR="004841C7" w:rsidRPr="004841C7">
        <w:rPr>
          <w:rFonts w:ascii="Calibri" w:hAnsi="Calibri" w:cs="Calibri"/>
          <w:b/>
        </w:rPr>
        <w:t xml:space="preserve"> </w:t>
      </w:r>
      <w:r w:rsidR="009B17E4">
        <w:rPr>
          <w:rFonts w:ascii="Calibri" w:hAnsi="Calibri" w:cs="Calibri"/>
          <w:b/>
        </w:rPr>
        <w:t>6</w:t>
      </w:r>
    </w:p>
    <w:p w14:paraId="22D1188B" w14:textId="77777777" w:rsidR="00F5775A" w:rsidRPr="00110ECD" w:rsidRDefault="00F5775A" w:rsidP="00FE4BED">
      <w:pPr>
        <w:rPr>
          <w:rFonts w:ascii="Calibri" w:hAnsi="Calibri" w:cs="Calibri"/>
          <w:b/>
        </w:rPr>
      </w:pPr>
    </w:p>
    <w:p w14:paraId="4AA751F4" w14:textId="77777777" w:rsidR="00F5775A" w:rsidRPr="00110ECD" w:rsidRDefault="00F5775A" w:rsidP="00110ECD">
      <w:pPr>
        <w:pStyle w:val="Corptext"/>
        <w:tabs>
          <w:tab w:val="left" w:pos="7655"/>
        </w:tabs>
        <w:ind w:left="2657" w:right="1898" w:hanging="1239"/>
        <w:jc w:val="center"/>
        <w:rPr>
          <w:rFonts w:ascii="Calibri" w:hAnsi="Calibri" w:cs="Calibri"/>
        </w:rPr>
      </w:pPr>
      <w:r w:rsidRPr="00110ECD">
        <w:rPr>
          <w:rFonts w:ascii="Calibri" w:hAnsi="Calibri" w:cs="Calibri"/>
        </w:rPr>
        <w:t>GRILA</w:t>
      </w:r>
      <w:r w:rsidRPr="00110ECD">
        <w:rPr>
          <w:rFonts w:ascii="Calibri" w:hAnsi="Calibri" w:cs="Calibri"/>
          <w:spacing w:val="56"/>
        </w:rPr>
        <w:t xml:space="preserve"> </w:t>
      </w:r>
      <w:r w:rsidRPr="00110ECD">
        <w:rPr>
          <w:rFonts w:ascii="Calibri" w:hAnsi="Calibri" w:cs="Calibri"/>
        </w:rPr>
        <w:t>DE</w:t>
      </w:r>
      <w:r w:rsidRPr="00110ECD">
        <w:rPr>
          <w:rFonts w:ascii="Calibri" w:hAnsi="Calibri" w:cs="Calibri"/>
          <w:spacing w:val="-3"/>
        </w:rPr>
        <w:t xml:space="preserve"> </w:t>
      </w:r>
      <w:r w:rsidRPr="00110ECD">
        <w:rPr>
          <w:rFonts w:ascii="Calibri" w:hAnsi="Calibri" w:cs="Calibri"/>
        </w:rPr>
        <w:t>ANALIZĂ</w:t>
      </w:r>
      <w:r w:rsidRPr="00110ECD">
        <w:rPr>
          <w:rFonts w:ascii="Calibri" w:hAnsi="Calibri" w:cs="Calibri"/>
          <w:spacing w:val="57"/>
        </w:rPr>
        <w:t xml:space="preserve"> </w:t>
      </w:r>
      <w:r w:rsidRPr="00110ECD">
        <w:rPr>
          <w:rFonts w:ascii="Calibri" w:hAnsi="Calibri" w:cs="Calibri"/>
        </w:rPr>
        <w:t>A</w:t>
      </w:r>
      <w:r w:rsidRPr="00110ECD">
        <w:rPr>
          <w:rFonts w:ascii="Calibri" w:hAnsi="Calibri" w:cs="Calibri"/>
          <w:spacing w:val="-2"/>
        </w:rPr>
        <w:t xml:space="preserve"> </w:t>
      </w:r>
      <w:r w:rsidRPr="00110ECD">
        <w:rPr>
          <w:rFonts w:ascii="Calibri" w:hAnsi="Calibri" w:cs="Calibri"/>
        </w:rPr>
        <w:t>CONFORMITĂȚII</w:t>
      </w:r>
      <w:r w:rsidRPr="00110ECD">
        <w:rPr>
          <w:rFonts w:ascii="Calibri" w:hAnsi="Calibri" w:cs="Calibri"/>
          <w:spacing w:val="58"/>
        </w:rPr>
        <w:t xml:space="preserve"> </w:t>
      </w:r>
      <w:r w:rsidRPr="00110ECD">
        <w:rPr>
          <w:rFonts w:ascii="Calibri" w:hAnsi="Calibri" w:cs="Calibri"/>
        </w:rPr>
        <w:t>ȘI</w:t>
      </w:r>
      <w:r w:rsidRPr="00110ECD">
        <w:rPr>
          <w:rFonts w:ascii="Calibri" w:hAnsi="Calibri" w:cs="Calibri"/>
          <w:spacing w:val="-3"/>
        </w:rPr>
        <w:t xml:space="preserve"> </w:t>
      </w:r>
      <w:r w:rsidRPr="00110ECD">
        <w:rPr>
          <w:rFonts w:ascii="Calibri" w:hAnsi="Calibri" w:cs="Calibri"/>
        </w:rPr>
        <w:t>CALITĂȚII</w:t>
      </w:r>
    </w:p>
    <w:p w14:paraId="0FFFE618" w14:textId="77777777" w:rsidR="00F5775A" w:rsidRPr="00110ECD" w:rsidRDefault="00F5775A" w:rsidP="00110ECD">
      <w:pPr>
        <w:pStyle w:val="Corptext"/>
        <w:ind w:left="2657" w:right="3297"/>
        <w:jc w:val="center"/>
        <w:rPr>
          <w:rFonts w:ascii="Calibri" w:hAnsi="Calibri" w:cs="Calibri"/>
        </w:rPr>
      </w:pPr>
      <w:r w:rsidRPr="00110ECD">
        <w:rPr>
          <w:rFonts w:ascii="Calibri" w:hAnsi="Calibri" w:cs="Calibri"/>
        </w:rPr>
        <w:t>STUDIULUI</w:t>
      </w:r>
      <w:r w:rsidRPr="00110ECD">
        <w:rPr>
          <w:rFonts w:ascii="Calibri" w:hAnsi="Calibri" w:cs="Calibri"/>
          <w:spacing w:val="-5"/>
        </w:rPr>
        <w:t xml:space="preserve"> </w:t>
      </w:r>
      <w:r w:rsidRPr="00110ECD">
        <w:rPr>
          <w:rFonts w:ascii="Calibri" w:hAnsi="Calibri" w:cs="Calibri"/>
        </w:rPr>
        <w:t>DE</w:t>
      </w:r>
      <w:r w:rsidRPr="00110ECD">
        <w:rPr>
          <w:rFonts w:ascii="Calibri" w:hAnsi="Calibri" w:cs="Calibri"/>
          <w:spacing w:val="-4"/>
        </w:rPr>
        <w:t xml:space="preserve"> </w:t>
      </w:r>
      <w:r w:rsidRPr="00110ECD">
        <w:rPr>
          <w:rFonts w:ascii="Calibri" w:hAnsi="Calibri" w:cs="Calibri"/>
        </w:rPr>
        <w:t>FEZABILITATE</w:t>
      </w:r>
    </w:p>
    <w:p w14:paraId="672AE223" w14:textId="77777777" w:rsidR="00F5775A" w:rsidRPr="00110ECD" w:rsidRDefault="00F5775A" w:rsidP="00110ECD">
      <w:pPr>
        <w:pStyle w:val="Corptext"/>
        <w:ind w:left="3483" w:right="2182" w:hanging="1498"/>
        <w:jc w:val="center"/>
        <w:rPr>
          <w:rFonts w:ascii="Calibri" w:hAnsi="Calibri" w:cs="Calibri"/>
        </w:rPr>
      </w:pPr>
      <w:r w:rsidRPr="00110ECD">
        <w:rPr>
          <w:rFonts w:ascii="Calibri" w:hAnsi="Calibri" w:cs="Calibri"/>
        </w:rPr>
        <w:t xml:space="preserve">pentru </w:t>
      </w:r>
      <w:r w:rsidRPr="00110ECD">
        <w:rPr>
          <w:rFonts w:ascii="Calibri" w:hAnsi="Calibri" w:cs="Calibri"/>
          <w:u w:val="single"/>
        </w:rPr>
        <w:t>obiective noi</w:t>
      </w:r>
      <w:r w:rsidRPr="00110ECD">
        <w:rPr>
          <w:rFonts w:ascii="Calibri" w:hAnsi="Calibri" w:cs="Calibri"/>
        </w:rPr>
        <w:t xml:space="preserve"> de investiție </w:t>
      </w:r>
      <w:r w:rsidRPr="00110ECD">
        <w:rPr>
          <w:rFonts w:ascii="Calibri" w:hAnsi="Calibri" w:cs="Calibri"/>
          <w:spacing w:val="-58"/>
        </w:rPr>
        <w:t xml:space="preserve"> </w:t>
      </w:r>
      <w:r w:rsidRPr="00110ECD">
        <w:rPr>
          <w:rFonts w:ascii="Calibri" w:hAnsi="Calibri" w:cs="Calibri"/>
        </w:rPr>
        <w:t>(SF –</w:t>
      </w:r>
      <w:r w:rsidRPr="00110ECD">
        <w:rPr>
          <w:rFonts w:ascii="Calibri" w:hAnsi="Calibri" w:cs="Calibri"/>
          <w:spacing w:val="-2"/>
        </w:rPr>
        <w:t xml:space="preserve"> </w:t>
      </w:r>
      <w:r w:rsidRPr="00110ECD">
        <w:rPr>
          <w:rFonts w:ascii="Calibri" w:hAnsi="Calibri" w:cs="Calibri"/>
        </w:rPr>
        <w:t>HG 907/2016)</w:t>
      </w:r>
    </w:p>
    <w:p w14:paraId="73323420" w14:textId="77777777" w:rsidR="00F5775A" w:rsidRPr="00110ECD" w:rsidRDefault="00F5775A" w:rsidP="00FE4BED">
      <w:pPr>
        <w:rPr>
          <w:rFonts w:ascii="Calibri" w:hAnsi="Calibri" w:cs="Calibri"/>
          <w:b/>
        </w:rPr>
      </w:pPr>
    </w:p>
    <w:tbl>
      <w:tblPr>
        <w:tblW w:w="10773" w:type="dxa"/>
        <w:tblInd w:w="-56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3376"/>
        <w:gridCol w:w="7397"/>
      </w:tblGrid>
      <w:tr w:rsidR="00F5775A" w:rsidRPr="00110ECD" w14:paraId="6149C425" w14:textId="77777777" w:rsidTr="0013273C">
        <w:trPr>
          <w:trHeight w:val="352"/>
        </w:trPr>
        <w:tc>
          <w:tcPr>
            <w:tcW w:w="10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6A08A" w14:textId="77777777" w:rsidR="00F5775A" w:rsidRPr="00110ECD" w:rsidRDefault="00F5775A" w:rsidP="00FE4BED">
            <w:pPr>
              <w:pStyle w:val="TableParagraph"/>
              <w:ind w:left="3210" w:right="3206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Programul Regiunea Centru 2021-2027</w:t>
            </w:r>
          </w:p>
        </w:tc>
      </w:tr>
      <w:tr w:rsidR="00D63E35" w:rsidRPr="00110ECD" w14:paraId="3E28D7B4" w14:textId="77777777" w:rsidTr="0013273C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F69C80" w14:textId="77777777" w:rsidR="00D63E35" w:rsidRPr="00110ECD" w:rsidRDefault="00D63E35" w:rsidP="00D63E35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Prioritatea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investitii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ECB44" w14:textId="77777777" w:rsidR="00D63E35" w:rsidRPr="00110ECD" w:rsidRDefault="00D63E35" w:rsidP="00D63E3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7 O REGIUNE CU TURISM SUSTENABIL</w:t>
            </w:r>
          </w:p>
        </w:tc>
      </w:tr>
      <w:tr w:rsidR="00D63E35" w:rsidRPr="00110ECD" w14:paraId="7B55F9A2" w14:textId="77777777" w:rsidTr="0013273C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E7F2BA" w14:textId="77777777" w:rsidR="00D63E35" w:rsidRPr="00110ECD" w:rsidRDefault="00D63E35" w:rsidP="00D63E35">
            <w:pPr>
              <w:pStyle w:val="TableParagraph"/>
              <w:ind w:left="107"/>
              <w:rPr>
                <w:rFonts w:ascii="Calibri" w:hAnsi="Calibri" w:cs="Calibri"/>
                <w:i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Acțiunea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579759" w14:textId="765D98E4" w:rsidR="00D63E35" w:rsidRPr="00110ECD" w:rsidRDefault="00D66FA1" w:rsidP="00D63E3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  <w:r w:rsidRPr="00D66FA1">
              <w:rPr>
                <w:rFonts w:ascii="Calibri" w:hAnsi="Calibri" w:cs="Calibri"/>
              </w:rPr>
              <w:t>7.2 Creșterea incluziunii sociale a copiilor și tinerilor prin dezvoltarea activelor turistice publice și a serviciilor turistice adresate lor</w:t>
            </w:r>
          </w:p>
        </w:tc>
      </w:tr>
      <w:tr w:rsidR="00D63E35" w:rsidRPr="00110ECD" w14:paraId="39188403" w14:textId="77777777" w:rsidTr="0013273C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6C6EC" w14:textId="77777777" w:rsidR="00D63E35" w:rsidRPr="00110ECD" w:rsidRDefault="00D63E35" w:rsidP="00D63E35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Titlul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cererii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finanţare: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1A0402" w14:textId="7FBF614E" w:rsidR="00D63E35" w:rsidRPr="00110ECD" w:rsidRDefault="00D63E35" w:rsidP="00D63E3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63E35" w:rsidRPr="00110ECD" w14:paraId="7D323B65" w14:textId="77777777" w:rsidTr="0013273C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D4545" w14:textId="77777777" w:rsidR="00D63E35" w:rsidRPr="00110ECD" w:rsidRDefault="00D63E35" w:rsidP="00D63E35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Nr.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apel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proiecte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A774A2" w14:textId="77777777" w:rsidR="00D63E35" w:rsidRPr="00110ECD" w:rsidRDefault="00D63E35" w:rsidP="00D63E3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63E35" w:rsidRPr="00110ECD" w14:paraId="5EC4C1A7" w14:textId="77777777" w:rsidTr="0013273C">
        <w:trPr>
          <w:trHeight w:val="350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1D9C03" w14:textId="77777777" w:rsidR="00D63E35" w:rsidRPr="00110ECD" w:rsidRDefault="00D63E35" w:rsidP="00D63E35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Cod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SMIS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6DE8F" w14:textId="77777777" w:rsidR="00D63E35" w:rsidRPr="00110ECD" w:rsidRDefault="00D63E35" w:rsidP="00D63E3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63E35" w:rsidRPr="00110ECD" w14:paraId="68B5291D" w14:textId="77777777" w:rsidTr="0013273C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461C3A" w14:textId="77777777" w:rsidR="00D63E35" w:rsidRPr="00110ECD" w:rsidRDefault="00D63E35" w:rsidP="00D63E35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Solicitantul: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B5C0E0" w14:textId="77777777" w:rsidR="00D63E35" w:rsidRPr="00110ECD" w:rsidRDefault="00D63E35" w:rsidP="00D63E3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08F73247" w14:textId="77777777" w:rsidR="00F5775A" w:rsidRPr="00110ECD" w:rsidRDefault="00F5775A" w:rsidP="00FE4BED">
      <w:pPr>
        <w:rPr>
          <w:rFonts w:ascii="Calibri" w:hAnsi="Calibri" w:cs="Calibri"/>
        </w:rPr>
      </w:pPr>
    </w:p>
    <w:p w14:paraId="0E50811F" w14:textId="77777777" w:rsidR="00F5775A" w:rsidRPr="00110ECD" w:rsidRDefault="00F5775A" w:rsidP="00FE4BED">
      <w:pPr>
        <w:rPr>
          <w:rFonts w:ascii="Calibri" w:hAnsi="Calibri" w:cs="Calibri"/>
        </w:rPr>
      </w:pPr>
    </w:p>
    <w:tbl>
      <w:tblPr>
        <w:tblW w:w="10705" w:type="dxa"/>
        <w:tblInd w:w="-562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709"/>
        <w:gridCol w:w="7435"/>
        <w:gridCol w:w="544"/>
        <w:gridCol w:w="435"/>
        <w:gridCol w:w="545"/>
        <w:gridCol w:w="1037"/>
      </w:tblGrid>
      <w:tr w:rsidR="001E7798" w:rsidRPr="00110ECD" w14:paraId="6F72184F" w14:textId="77777777" w:rsidTr="00110ECD">
        <w:trPr>
          <w:cantSplit/>
          <w:trHeight w:val="623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7645FF" w14:textId="77777777" w:rsidR="00F5775A" w:rsidRPr="00110ECD" w:rsidRDefault="00F5775A" w:rsidP="00FE4BED">
            <w:pPr>
              <w:pStyle w:val="TableParagraph"/>
              <w:ind w:left="136" w:right="109" w:firstLine="14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NR.</w:t>
            </w:r>
            <w:r w:rsidRPr="00110ECD">
              <w:rPr>
                <w:rFonts w:ascii="Calibri" w:hAnsi="Calibri" w:cs="Calibri"/>
                <w:b/>
                <w:spacing w:val="-4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CRT</w:t>
            </w: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682944" w14:textId="77777777" w:rsidR="00F5775A" w:rsidRPr="00110ECD" w:rsidRDefault="00F5775A" w:rsidP="00FE4BED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4404098B" w14:textId="77777777" w:rsidR="00F5775A" w:rsidRPr="00110ECD" w:rsidRDefault="00F5775A" w:rsidP="00FE4BED">
            <w:pPr>
              <w:pStyle w:val="TableParagraph"/>
              <w:ind w:left="2527" w:right="2518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ASPECTE</w:t>
            </w:r>
            <w:r w:rsidRPr="00110ECD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VERIFICAT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EEC71" w14:textId="77777777" w:rsidR="00F5775A" w:rsidRPr="00110ECD" w:rsidRDefault="00F5775A" w:rsidP="00FE4BED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0DF187D1" w14:textId="77777777" w:rsidR="00F5775A" w:rsidRPr="00110ECD" w:rsidRDefault="00F5775A" w:rsidP="00FE4BED">
            <w:pPr>
              <w:pStyle w:val="TableParagraph"/>
              <w:ind w:left="11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DA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F40B76" w14:textId="77777777" w:rsidR="00F5775A" w:rsidRPr="00110ECD" w:rsidRDefault="00F5775A" w:rsidP="00FE4BED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7E68599F" w14:textId="77777777" w:rsidR="00F5775A" w:rsidRPr="00110ECD" w:rsidRDefault="00F5775A" w:rsidP="00FE4BED">
            <w:pPr>
              <w:pStyle w:val="TableParagraph"/>
              <w:ind w:left="11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NU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432BF7" w14:textId="77777777" w:rsidR="00F5775A" w:rsidRPr="00110ECD" w:rsidRDefault="00F5775A" w:rsidP="00FE4BED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1FFA584E" w14:textId="77777777" w:rsidR="00F5775A" w:rsidRPr="00110ECD" w:rsidRDefault="00F5775A" w:rsidP="00FE4BED">
            <w:pPr>
              <w:pStyle w:val="TableParagraph"/>
              <w:ind w:left="111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NA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1A7D4E" w14:textId="77777777" w:rsidR="00F5775A" w:rsidRPr="00110ECD" w:rsidRDefault="00F5775A" w:rsidP="00FE4BED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2D45F26D" w14:textId="77777777" w:rsidR="00F5775A" w:rsidRPr="00110ECD" w:rsidRDefault="00110ECD" w:rsidP="00FE4BED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Observații</w:t>
            </w:r>
          </w:p>
        </w:tc>
      </w:tr>
      <w:tr w:rsidR="001E7798" w:rsidRPr="00110ECD" w14:paraId="3EA0F4A7" w14:textId="77777777" w:rsidTr="00110ECD">
        <w:trPr>
          <w:trHeight w:val="3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14:paraId="071B914E" w14:textId="77777777" w:rsidR="00F5775A" w:rsidRPr="00110ECD" w:rsidRDefault="00F5775A" w:rsidP="00FE4BED">
            <w:pPr>
              <w:pStyle w:val="TableParagraph"/>
              <w:ind w:right="24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</w:t>
            </w: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14:paraId="47A20187" w14:textId="77777777" w:rsidR="00F5775A" w:rsidRPr="00110ECD" w:rsidRDefault="00F5775A" w:rsidP="00FE4BED">
            <w:pPr>
              <w:pStyle w:val="TableParagraph"/>
              <w:ind w:left="108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CRITERII</w:t>
            </w:r>
            <w:r w:rsidRPr="00110ECD">
              <w:rPr>
                <w:rFonts w:ascii="Calibri" w:hAnsi="Calibri" w:cs="Calibri"/>
                <w:b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GENERALE</w:t>
            </w:r>
            <w:r w:rsidRPr="00110ECD">
              <w:rPr>
                <w:rFonts w:ascii="Calibri" w:hAnsi="Calibri" w:cs="Calibri"/>
                <w:b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CONŢINUTUL</w:t>
            </w:r>
            <w:r w:rsidRPr="00110ECD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S.F.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14:paraId="2D21679E" w14:textId="77777777"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14:paraId="7590EE7D" w14:textId="77777777"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14:paraId="541A264C" w14:textId="77777777"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14:paraId="0A3C193D" w14:textId="77777777"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E7798" w:rsidRPr="00110ECD" w14:paraId="14DEC3CD" w14:textId="77777777" w:rsidTr="00110ECD">
        <w:trPr>
          <w:trHeight w:val="25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D68D0D" w14:textId="77777777" w:rsidR="00F5775A" w:rsidRPr="00110ECD" w:rsidRDefault="00F5775A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EDF228" w14:textId="77777777" w:rsidR="00F5775A" w:rsidRPr="00110ECD" w:rsidRDefault="00F5775A" w:rsidP="00FE4BED">
            <w:pPr>
              <w:pStyle w:val="TableParagraph"/>
              <w:ind w:left="108" w:right="98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Partea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scrisă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cuprinde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foaia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capăt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informaţiile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generale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obiectivul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investiţii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precizarilor din capitolul 1, sectiunea A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 cadrul Anexei 4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 Fezabilitate,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14:paraId="576FB87B" w14:textId="77777777" w:rsidR="00F5775A" w:rsidRPr="00110ECD" w:rsidRDefault="00F5775A" w:rsidP="00FE4BED">
            <w:pPr>
              <w:pStyle w:val="TableParagraph"/>
              <w:numPr>
                <w:ilvl w:val="0"/>
                <w:numId w:val="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Denumirea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investitii?</w:t>
            </w:r>
          </w:p>
          <w:p w14:paraId="74051940" w14:textId="77777777" w:rsidR="00F5775A" w:rsidRPr="00110ECD" w:rsidRDefault="00F5775A" w:rsidP="00FE4BED">
            <w:pPr>
              <w:pStyle w:val="TableParagraph"/>
              <w:numPr>
                <w:ilvl w:val="0"/>
                <w:numId w:val="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Ordonator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principal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credite/investitor?</w:t>
            </w:r>
          </w:p>
          <w:p w14:paraId="02A6B2E6" w14:textId="77777777" w:rsidR="00F5775A" w:rsidRPr="00110ECD" w:rsidRDefault="00F5775A" w:rsidP="00FE4BED">
            <w:pPr>
              <w:pStyle w:val="TableParagraph"/>
              <w:numPr>
                <w:ilvl w:val="0"/>
                <w:numId w:val="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Ordonator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credite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(secundar/terţiar)?</w:t>
            </w:r>
          </w:p>
          <w:p w14:paraId="5029E4C4" w14:textId="77777777" w:rsidR="00F5775A" w:rsidRPr="00110ECD" w:rsidRDefault="00F5775A" w:rsidP="00FE4BED">
            <w:pPr>
              <w:pStyle w:val="TableParagraph"/>
              <w:numPr>
                <w:ilvl w:val="0"/>
                <w:numId w:val="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Beneficiarul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investiţiei?</w:t>
            </w:r>
          </w:p>
          <w:p w14:paraId="723A0A6B" w14:textId="77777777" w:rsidR="00F5775A" w:rsidRPr="00110ECD" w:rsidRDefault="00F5775A" w:rsidP="00FE4BED">
            <w:pPr>
              <w:pStyle w:val="TableParagraph"/>
              <w:numPr>
                <w:ilvl w:val="0"/>
                <w:numId w:val="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Elaboratorul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studiului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fezabilitate?</w:t>
            </w:r>
          </w:p>
          <w:p w14:paraId="37AEAC33" w14:textId="77777777" w:rsidR="00F5775A" w:rsidRPr="00110ECD" w:rsidRDefault="00F5775A" w:rsidP="00FE4BED">
            <w:pPr>
              <w:pStyle w:val="TableParagraph"/>
              <w:ind w:left="108" w:right="23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Se</w:t>
            </w:r>
            <w:r w:rsidRPr="00110ECD">
              <w:rPr>
                <w:rFonts w:ascii="Calibri" w:hAnsi="Calibri" w:cs="Calibri"/>
                <w:spacing w:val="1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precizeaza,</w:t>
            </w:r>
            <w:r w:rsidRPr="00110ECD">
              <w:rPr>
                <w:rFonts w:ascii="Calibri" w:hAnsi="Calibri" w:cs="Calibri"/>
                <w:spacing w:val="1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asemenea,</w:t>
            </w:r>
            <w:r w:rsidRPr="00110EC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  <w:u w:val="single"/>
              </w:rPr>
              <w:t>data</w:t>
            </w:r>
            <w:r w:rsidRPr="00110ECD">
              <w:rPr>
                <w:rFonts w:ascii="Calibri" w:hAnsi="Calibri" w:cs="Calibri"/>
                <w:spacing w:val="12"/>
                <w:sz w:val="24"/>
                <w:szCs w:val="24"/>
                <w:u w:val="single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  <w:u w:val="single"/>
              </w:rPr>
              <w:t>elaborarii/actualizarii</w:t>
            </w:r>
            <w:r w:rsidRPr="00110ECD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documenta</w:t>
            </w:r>
            <w:r w:rsidR="00F54BC8">
              <w:rPr>
                <w:rFonts w:ascii="Calibri" w:hAnsi="Calibri" w:cs="Calibri"/>
                <w:sz w:val="24"/>
                <w:szCs w:val="24"/>
              </w:rPr>
              <w:t>ț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iei</w:t>
            </w:r>
            <w:r w:rsidR="00F54BC8">
              <w:rPr>
                <w:rFonts w:ascii="Calibri" w:hAnsi="Calibri" w:cs="Calibri"/>
                <w:sz w:val="24"/>
                <w:szCs w:val="24"/>
              </w:rPr>
              <w:t xml:space="preserve"> ș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  <w:u w:val="single"/>
              </w:rPr>
              <w:t>faza de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  <w:u w:val="single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  <w:u w:val="single"/>
              </w:rPr>
              <w:t>proiectare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0E7C9" w14:textId="77777777"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98D9E4" w14:textId="77777777"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EBF1CB" w14:textId="77777777"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A7DD39" w14:textId="77777777"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E7798" w:rsidRPr="00110ECD" w14:paraId="79E86B3B" w14:textId="77777777" w:rsidTr="00110ECD">
        <w:trPr>
          <w:trHeight w:val="15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A5F1F" w14:textId="77777777" w:rsidR="00F5775A" w:rsidRPr="00110ECD" w:rsidRDefault="00F5775A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F00553" w14:textId="77777777" w:rsidR="00F5775A" w:rsidRPr="00110ECD" w:rsidRDefault="00F5775A" w:rsidP="00FE4BED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Partea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scrisă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conține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lista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semnături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elaboratorul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documentatiei</w:t>
            </w:r>
            <w:r w:rsidRPr="00110ECD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îşi</w:t>
            </w:r>
            <w:r w:rsidRPr="00110ECD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însuşeşte</w:t>
            </w:r>
            <w:r w:rsidRPr="00110ECD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asumă</w:t>
            </w:r>
            <w:r w:rsidRPr="00110ECD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datele</w:t>
            </w:r>
            <w:r w:rsidRPr="00110ECD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soluţiile</w:t>
            </w:r>
            <w:r w:rsidRPr="00110ECD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propuse,</w:t>
            </w:r>
            <w:r w:rsidRPr="00110ECD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spacing w:val="-5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conţine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cel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puţin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următoarele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date:</w:t>
            </w:r>
          </w:p>
          <w:p w14:paraId="24090B8F" w14:textId="77777777" w:rsidR="00F5775A" w:rsidRPr="00110ECD" w:rsidRDefault="00F5775A" w:rsidP="00FE4BED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nr/dată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contract?</w:t>
            </w:r>
          </w:p>
          <w:p w14:paraId="0A0D2E97" w14:textId="77777777" w:rsidR="00F5775A" w:rsidRPr="00110ECD" w:rsidRDefault="00F5775A" w:rsidP="00FE4BED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</w:tabs>
              <w:ind w:left="827" w:right="10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numele şi</w:t>
            </w:r>
            <w:r w:rsidRPr="00110ECD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prenumele în clar ale proiectanţilor pe specialităţi,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ale persoanei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responsabile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 proiect</w:t>
            </w:r>
            <w:r w:rsidR="00F54BC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- şef de proiect/director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proiect,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inclusiv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semnăturile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acestora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ştampila?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10ED4" w14:textId="77777777"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62A8CB" w14:textId="77777777"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F23C0E" w14:textId="77777777"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F6A36C" w14:textId="77777777"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E7798" w:rsidRPr="00110ECD" w14:paraId="39EF9127" w14:textId="77777777" w:rsidTr="00110ECD">
        <w:trPr>
          <w:trHeight w:val="2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66A028" w14:textId="77777777" w:rsidR="00F5775A" w:rsidRPr="00110ECD" w:rsidRDefault="00F5775A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1B03C2" w14:textId="77777777" w:rsidR="00F5775A" w:rsidRPr="00110ECD" w:rsidRDefault="00F5775A" w:rsidP="00FE4BED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 xml:space="preserve">Există și se respectă structura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 xml:space="preserve">Părții Scrise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 prevederilor din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legislația în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vigoare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–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 907/2016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etapele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elaborare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conţinutul-cadru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documentaţiilor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tehnico-economice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aferente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obiectivelor/proiectelor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investiţii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finanţate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fonduri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publice,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respectiv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cele din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4.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110EC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Fezabilitate</w:t>
            </w:r>
            <w:r w:rsidRPr="00110ECD">
              <w:rPr>
                <w:rFonts w:ascii="Calibri" w:hAnsi="Calibri" w:cs="Calibri"/>
                <w:sz w:val="24"/>
                <w:szCs w:val="24"/>
                <w:vertAlign w:val="superscript"/>
              </w:rPr>
              <w:t>*1)</w:t>
            </w:r>
          </w:p>
          <w:p w14:paraId="376C1287" w14:textId="77777777" w:rsidR="001D7627" w:rsidRPr="00110ECD" w:rsidRDefault="00F5775A" w:rsidP="00F54BC8">
            <w:pPr>
              <w:pStyle w:val="TableParagraph"/>
              <w:ind w:left="108"/>
              <w:jc w:val="both"/>
              <w:rPr>
                <w:rFonts w:ascii="Calibri" w:hAnsi="Calibri" w:cs="Calibri"/>
                <w:i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sz w:val="24"/>
                <w:szCs w:val="24"/>
              </w:rPr>
              <w:lastRenderedPageBreak/>
              <w:t>*1)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conform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i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907/2016, continutul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cadru</w:t>
            </w:r>
            <w:r w:rsidRPr="00110ECD">
              <w:rPr>
                <w:rFonts w:ascii="Calibri" w:hAnsi="Calibri" w:cs="Calibri"/>
                <w:i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al SF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poate</w:t>
            </w:r>
            <w:r w:rsidRPr="00110ECD">
              <w:rPr>
                <w:rFonts w:ascii="Calibri" w:hAnsi="Calibri" w:cs="Calibri"/>
                <w:i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fi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adaptat,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i/>
                <w:spacing w:val="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functie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specificul</w:t>
            </w:r>
            <w:r w:rsidR="00F54BC8">
              <w:rPr>
                <w:rFonts w:ascii="Calibri" w:hAnsi="Calibri" w:cs="Calibri"/>
                <w:i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și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complexitatea</w:t>
            </w:r>
            <w:r w:rsidRPr="00110ECD">
              <w:rPr>
                <w:rFonts w:ascii="Calibri" w:hAnsi="Calibri" w:cs="Calibri"/>
                <w:i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obiectivului</w:t>
            </w:r>
            <w:r w:rsidRPr="00110EC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investitii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propus.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0F91D8" w14:textId="77777777"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5AEC47" w14:textId="77777777"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272D57" w14:textId="77777777"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362BC" w14:textId="77777777"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D2191" w:rsidRPr="00110ECD" w14:paraId="154404A9" w14:textId="77777777" w:rsidTr="00110ECD">
        <w:trPr>
          <w:trHeight w:val="110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A04A41" w14:textId="77777777" w:rsidR="007D2191" w:rsidRPr="00110ECD" w:rsidRDefault="007D2191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4D6539" w14:textId="77777777" w:rsidR="007D2191" w:rsidRPr="00110ECD" w:rsidRDefault="007D2191" w:rsidP="00FE4BED">
            <w:pPr>
              <w:pStyle w:val="TableParagraph"/>
              <w:ind w:left="108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informații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situatia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existenta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si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necesitatea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realizarii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obiectivului/proiectului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investitii,</w:t>
            </w:r>
            <w:r w:rsidRPr="00110ECD">
              <w:rPr>
                <w:rFonts w:ascii="Calibri" w:hAnsi="Calibri" w:cs="Calibri"/>
                <w:b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 precizarilor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din capitolul 2, sectiunea A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din cadrul Anexei 4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 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Fezabilitate,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 HG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</w:t>
            </w:r>
            <w:r w:rsidRPr="00110ECD">
              <w:rPr>
                <w:rFonts w:ascii="Calibri" w:hAnsi="Calibri" w:cs="Calibri"/>
                <w:color w:val="008000"/>
                <w:sz w:val="24"/>
                <w:szCs w:val="24"/>
              </w:rPr>
              <w:t>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310BBB" w14:textId="77777777"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9BDE7A" w14:textId="77777777"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B2A41F" w14:textId="77777777"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4EFCC5" w14:textId="77777777"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D2191" w:rsidRPr="00110ECD" w14:paraId="18D6B173" w14:textId="77777777" w:rsidTr="00110ECD">
        <w:trPr>
          <w:trHeight w:val="31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737ADE" w14:textId="77777777" w:rsidR="007D2191" w:rsidRPr="00110ECD" w:rsidRDefault="007D2191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D8EB0" w14:textId="77777777" w:rsidR="007D2191" w:rsidRPr="00110ECD" w:rsidRDefault="007D2191" w:rsidP="00FE4BED">
            <w:pPr>
              <w:pStyle w:val="TableParagraph"/>
              <w:ind w:left="108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minim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doua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scenarii/optiuni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tehnico-economice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pentru realizarea obiectivului de investitii</w:t>
            </w:r>
            <w:r w:rsidRPr="00110ECD">
              <w:rPr>
                <w:rFonts w:ascii="Calibri" w:hAnsi="Calibri" w:cs="Calibri"/>
                <w:sz w:val="24"/>
                <w:szCs w:val="24"/>
                <w:vertAlign w:val="superscript"/>
              </w:rPr>
              <w:t>*2)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, conform precizarilor din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capitolul 3, sectiunea A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din cadrul Anexei 4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 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Fezabilitate,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907/2016, avand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detaliate:</w:t>
            </w:r>
          </w:p>
          <w:p w14:paraId="0E97A91E" w14:textId="77777777" w:rsidR="007D2191" w:rsidRPr="00110ECD" w:rsidRDefault="007D2191" w:rsidP="00FE4BED">
            <w:pPr>
              <w:pStyle w:val="TableParagraph"/>
              <w:numPr>
                <w:ilvl w:val="0"/>
                <w:numId w:val="9"/>
              </w:numPr>
              <w:tabs>
                <w:tab w:val="left" w:pos="884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particularitatile</w:t>
            </w:r>
            <w:r w:rsidRPr="00110ECD">
              <w:rPr>
                <w:rFonts w:ascii="Calibri" w:hAnsi="Calibri" w:cs="Calibri"/>
                <w:spacing w:val="-1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amplasamentului?</w:t>
            </w:r>
          </w:p>
          <w:p w14:paraId="6B3F99B2" w14:textId="77777777" w:rsidR="007D2191" w:rsidRPr="00110ECD" w:rsidRDefault="007D2191" w:rsidP="00FE4BED">
            <w:pPr>
              <w:pStyle w:val="TableParagraph"/>
              <w:numPr>
                <w:ilvl w:val="0"/>
                <w:numId w:val="9"/>
              </w:numPr>
              <w:tabs>
                <w:tab w:val="left" w:pos="884"/>
              </w:tabs>
              <w:ind w:right="97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descrierea</w:t>
            </w:r>
            <w:r w:rsidRPr="00110EC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punct</w:t>
            </w:r>
            <w:r w:rsidRPr="00110ECD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vedere</w:t>
            </w:r>
            <w:r w:rsidRPr="00110EC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tehnic,</w:t>
            </w:r>
            <w:r w:rsidRPr="00110ECD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constructiv,</w:t>
            </w:r>
            <w:r w:rsidRPr="00110ECD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functional-</w:t>
            </w:r>
            <w:r w:rsidRPr="00110ECD">
              <w:rPr>
                <w:rFonts w:ascii="Calibri" w:hAnsi="Calibri" w:cs="Calibri"/>
                <w:spacing w:val="-5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arhitectural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 tehnologic?</w:t>
            </w:r>
          </w:p>
          <w:p w14:paraId="01F8428B" w14:textId="77777777" w:rsidR="007D2191" w:rsidRPr="00110ECD" w:rsidRDefault="007D2191" w:rsidP="00FE4BED">
            <w:pPr>
              <w:pStyle w:val="TableParagraph"/>
              <w:numPr>
                <w:ilvl w:val="0"/>
                <w:numId w:val="9"/>
              </w:numPr>
              <w:tabs>
                <w:tab w:val="left" w:pos="884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costurile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estimative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ale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investitiei?</w:t>
            </w:r>
          </w:p>
          <w:p w14:paraId="2C1D9228" w14:textId="77777777" w:rsidR="007D2191" w:rsidRPr="00110ECD" w:rsidRDefault="007D2191" w:rsidP="00FE4BED">
            <w:pPr>
              <w:pStyle w:val="TableParagraph"/>
              <w:numPr>
                <w:ilvl w:val="0"/>
                <w:numId w:val="9"/>
              </w:numPr>
              <w:tabs>
                <w:tab w:val="left" w:pos="884"/>
              </w:tabs>
              <w:ind w:right="105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studiile</w:t>
            </w:r>
            <w:r w:rsidRPr="00110ECD">
              <w:rPr>
                <w:rFonts w:ascii="Calibri" w:hAnsi="Calibri" w:cs="Calibri"/>
                <w:spacing w:val="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specialitate,</w:t>
            </w:r>
            <w:r w:rsidRPr="00110ECD">
              <w:rPr>
                <w:rFonts w:ascii="Calibri" w:hAnsi="Calibri" w:cs="Calibri"/>
                <w:spacing w:val="5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  functie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  categoria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clasa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importanta,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caz?</w:t>
            </w:r>
          </w:p>
          <w:p w14:paraId="057CE333" w14:textId="77777777" w:rsidR="007D2191" w:rsidRPr="00110ECD" w:rsidRDefault="007D2191" w:rsidP="00FE4BED">
            <w:pPr>
              <w:pStyle w:val="TableParagraph"/>
              <w:numPr>
                <w:ilvl w:val="0"/>
                <w:numId w:val="9"/>
              </w:numPr>
              <w:tabs>
                <w:tab w:val="left" w:pos="884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graficele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orientative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realizare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investitiei?</w:t>
            </w:r>
          </w:p>
          <w:p w14:paraId="2324DDC4" w14:textId="77777777" w:rsidR="007D2191" w:rsidRPr="00110ECD" w:rsidRDefault="007D2191" w:rsidP="00F54BC8">
            <w:pPr>
              <w:pStyle w:val="TableParagraph"/>
              <w:ind w:left="108" w:right="9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*2)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cazul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anterior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prezentului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fost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elaborat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un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prefezabilitate,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se</w:t>
            </w:r>
            <w:r w:rsidRPr="00110EC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vor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prezenta</w:t>
            </w:r>
            <w:r w:rsidRPr="00110EC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minimum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două scenarii/opţiuni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tehnico-economice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dintre</w:t>
            </w:r>
            <w:r w:rsidR="00F54BC8">
              <w:rPr>
                <w:rFonts w:ascii="Calibri" w:hAnsi="Calibri" w:cs="Calibri"/>
                <w:i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cele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selectate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fezabile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faza</w:t>
            </w:r>
            <w:r w:rsidRPr="00110ECD">
              <w:rPr>
                <w:rFonts w:ascii="Calibri" w:hAnsi="Calibri" w:cs="Calibri"/>
                <w:i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prefezabilitate.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5C718F" w14:textId="77777777"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7D4E1E" w14:textId="77777777"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2AC690" w14:textId="77777777"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107148" w14:textId="77777777"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D2191" w:rsidRPr="00110ECD" w14:paraId="353FE232" w14:textId="77777777" w:rsidTr="00110ECD">
        <w:trPr>
          <w:trHeight w:val="62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623787" w14:textId="77777777" w:rsidR="007D2191" w:rsidRPr="00110ECD" w:rsidRDefault="007D2191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F9436E" w14:textId="77777777" w:rsidR="007D2191" w:rsidRPr="00110ECD" w:rsidRDefault="007D2191" w:rsidP="00FE4BED">
            <w:pPr>
              <w:pStyle w:val="TableParagraph"/>
              <w:ind w:left="108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 xml:space="preserve">Este prezentata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analiza fiecarui scenariu/optiuni tehnico-economice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propuse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, conform precizarilor din capitolul 4, sectiunea A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Piese scrise,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4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</w:t>
            </w:r>
            <w:r w:rsidRPr="00110ECD">
              <w:rPr>
                <w:rFonts w:ascii="Calibri" w:hAnsi="Calibri" w:cs="Calibri"/>
                <w:i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Fezabilitate,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CC9DE" w14:textId="77777777"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9540A" w14:textId="77777777"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19F05B" w14:textId="77777777"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269C1E" w14:textId="77777777"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D2191" w:rsidRPr="00110ECD" w14:paraId="71EC7E5C" w14:textId="77777777" w:rsidTr="00110ECD">
        <w:trPr>
          <w:trHeight w:val="77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D573F3" w14:textId="77777777" w:rsidR="007D2191" w:rsidRPr="00110ECD" w:rsidRDefault="007D2191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CE1EAD" w14:textId="77777777" w:rsidR="007D2191" w:rsidRPr="00110ECD" w:rsidRDefault="007D2191" w:rsidP="00FE4BED">
            <w:pPr>
              <w:pStyle w:val="TableParagraph"/>
              <w:ind w:left="108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Este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scenariul/optiunea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tehnico-economica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optim(a)</w:t>
            </w:r>
            <w:r w:rsidRPr="00110ECD">
              <w:rPr>
                <w:rFonts w:ascii="Calibri" w:hAnsi="Calibri" w:cs="Calibri"/>
                <w:b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recomandat(a)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, conform precizarilor din capitolul 5, sectiunea A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scrise,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cadrul Anexei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4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Fezabilitate,</w:t>
            </w:r>
            <w:r w:rsidRPr="00110EC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 HG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7B8DD1" w14:textId="77777777"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FC62E5" w14:textId="77777777"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6AA81D" w14:textId="77777777"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0077F" w14:textId="77777777"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54BC8" w:rsidRPr="00110ECD" w14:paraId="10D37B3F" w14:textId="77777777" w:rsidTr="006607E6">
        <w:trPr>
          <w:trHeight w:val="70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8B87D7F" w14:textId="77777777" w:rsidR="00F54BC8" w:rsidRPr="00110ECD" w:rsidRDefault="00F54BC8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8B31E2A" w14:textId="77777777" w:rsidR="00F54BC8" w:rsidRPr="00110ECD" w:rsidRDefault="00F54BC8" w:rsidP="00FE4BED">
            <w:pPr>
              <w:pStyle w:val="TableParagraph"/>
              <w:ind w:left="108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 xml:space="preserve">Există şi se respectă structura capitolului: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Urbanism, acorduri si avize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conforme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, conform precizărilor din capitolul 6, secțiunea A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Piese scrise,</w:t>
            </w:r>
            <w:r w:rsidRPr="00110ECD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4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Fezabilitate,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</w:t>
            </w:r>
            <w:r w:rsidRPr="00110ECD">
              <w:rPr>
                <w:rFonts w:ascii="Calibri" w:hAnsi="Calibri" w:cs="Calibri"/>
                <w:color w:val="008000"/>
                <w:sz w:val="24"/>
                <w:szCs w:val="24"/>
              </w:rPr>
              <w:t>,</w:t>
            </w:r>
            <w:r w:rsidRPr="00110ECD">
              <w:rPr>
                <w:rFonts w:ascii="Calibri" w:hAnsi="Calibri" w:cs="Calibri"/>
                <w:color w:val="008000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fiind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prezentate următoarele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documente:</w:t>
            </w:r>
          </w:p>
          <w:p w14:paraId="0A9937D5" w14:textId="77777777" w:rsidR="00F54BC8" w:rsidRPr="00110ECD" w:rsidRDefault="00F54BC8" w:rsidP="00FE4BED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Certificatul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urbanism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emis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vederea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obținerii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autorizaţiei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 construire?</w:t>
            </w:r>
          </w:p>
          <w:p w14:paraId="32FFA28C" w14:textId="77777777" w:rsidR="00F54BC8" w:rsidRPr="00110ECD" w:rsidRDefault="00F54BC8" w:rsidP="00FE4BED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left="827" w:right="10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Extras de carte funciară, cu excepţia cazurilor speciale, expres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prevăzute de lege?</w:t>
            </w:r>
          </w:p>
          <w:p w14:paraId="140BA93B" w14:textId="77777777" w:rsidR="00F54BC8" w:rsidRPr="00110ECD" w:rsidRDefault="00F54BC8" w:rsidP="00FE4BED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left="827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proiectele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conformitate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etapa</w:t>
            </w:r>
            <w:r w:rsidRPr="00110ECD">
              <w:rPr>
                <w:rFonts w:ascii="Calibri" w:hAnsi="Calibri" w:cs="Calibri"/>
                <w:i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evaluare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iniţială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efectuată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către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autoritatea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competentă</w:t>
            </w:r>
            <w:r w:rsidRPr="00110ECD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protecţia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mediului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vor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face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obiectul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procedurii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evaluare a impactului asupra mediului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: Actul administrativ al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autorităţii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competente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protecţia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mediului,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măsuri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diminuare a impactului, măsuri de compensare, modalitatea 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integrare a prevederilor acordului de mediu în documentaţia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tehnico-economică?</w:t>
            </w:r>
          </w:p>
          <w:p w14:paraId="1E680424" w14:textId="77777777" w:rsidR="00F54BC8" w:rsidRPr="00110ECD" w:rsidRDefault="00F54BC8" w:rsidP="00FE4BED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left="827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proiectele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conformitate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etapa</w:t>
            </w:r>
            <w:r w:rsidRPr="00110ECD">
              <w:rPr>
                <w:rFonts w:ascii="Calibri" w:hAnsi="Calibri" w:cs="Calibri"/>
                <w:i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evaluare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iniţială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efectuată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către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autoritatea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competentă</w:t>
            </w:r>
            <w:r w:rsidRPr="00110ECD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pentru protecţia mediului </w:t>
            </w:r>
            <w:r w:rsidRPr="00110ECD">
              <w:rPr>
                <w:rFonts w:ascii="Calibri" w:hAnsi="Calibri" w:cs="Calibri"/>
                <w:b/>
                <w:i/>
                <w:sz w:val="24"/>
                <w:szCs w:val="24"/>
              </w:rPr>
              <w:t xml:space="preserve">NU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vor face obiectul procedurii 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evaluare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impactului</w:t>
            </w:r>
            <w:r w:rsidRPr="00110ECD">
              <w:rPr>
                <w:rFonts w:ascii="Calibri" w:hAnsi="Calibri" w:cs="Calibri"/>
                <w:i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asupra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mediului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: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clasarae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notificării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?</w:t>
            </w:r>
          </w:p>
          <w:p w14:paraId="1773AC67" w14:textId="77777777" w:rsidR="00F54BC8" w:rsidRPr="00110ECD" w:rsidRDefault="00F54BC8" w:rsidP="00FE4BED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Avize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asigurarea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utilităţilor?</w:t>
            </w:r>
          </w:p>
          <w:p w14:paraId="4BA99E4B" w14:textId="77777777" w:rsidR="00F54BC8" w:rsidRPr="00110ECD" w:rsidRDefault="00F54BC8" w:rsidP="00FE4BED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left="827" w:right="10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Studiu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topografic,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vizat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către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Oficiul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Cadastru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Publicitate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Imobiliară?</w:t>
            </w:r>
          </w:p>
          <w:p w14:paraId="452A89E6" w14:textId="77777777" w:rsidR="00F54BC8" w:rsidRPr="00110ECD" w:rsidRDefault="00F54BC8" w:rsidP="00AE26E4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left="827" w:right="10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Avize,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acorduri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studii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specifice,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funcţie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specificul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investiţii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pot</w:t>
            </w:r>
            <w:r w:rsidRPr="00110ECD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condiţiona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soluţiile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tehnice?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BF9108E" w14:textId="77777777" w:rsidR="00F54BC8" w:rsidRPr="00110ECD" w:rsidRDefault="00F54BC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CFCBC73" w14:textId="77777777" w:rsidR="00F54BC8" w:rsidRPr="00110ECD" w:rsidRDefault="00F54BC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6D66FB4" w14:textId="77777777" w:rsidR="00F54BC8" w:rsidRPr="00110ECD" w:rsidRDefault="00F54BC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B8823D5" w14:textId="77777777" w:rsidR="00F54BC8" w:rsidRPr="00110ECD" w:rsidRDefault="00F54BC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C67CE" w:rsidRPr="00110ECD" w14:paraId="1CC2BE07" w14:textId="77777777" w:rsidTr="00110ECD">
        <w:trPr>
          <w:trHeight w:val="17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2BE3B3" w14:textId="77777777" w:rsidR="001D7627" w:rsidRPr="00110ECD" w:rsidRDefault="001D7627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B0C43" w14:textId="77777777" w:rsidR="001E7798" w:rsidRPr="00110ECD" w:rsidRDefault="001E7798" w:rsidP="00FE4BED">
            <w:pPr>
              <w:pStyle w:val="TableParagraph"/>
              <w:ind w:left="108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informatii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referitoare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la:</w:t>
            </w:r>
          </w:p>
          <w:p w14:paraId="3AA2560F" w14:textId="77777777" w:rsidR="001E7798" w:rsidRPr="00110ECD" w:rsidRDefault="001E7798" w:rsidP="00F54BC8">
            <w:pPr>
              <w:pStyle w:val="TableParagraph"/>
              <w:numPr>
                <w:ilvl w:val="0"/>
                <w:numId w:val="21"/>
              </w:numPr>
              <w:ind w:right="99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implementarea investitiei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, conform precizarilor din capitolul 7,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sectiunea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scrise,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4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Fezabilitate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907/2016,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avand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detaliate:</w:t>
            </w:r>
          </w:p>
          <w:p w14:paraId="00CC50A0" w14:textId="77777777" w:rsidR="001D7627" w:rsidRPr="00110ECD" w:rsidRDefault="001E7798" w:rsidP="00FE4BED">
            <w:pPr>
              <w:pStyle w:val="TableParagraph"/>
              <w:tabs>
                <w:tab w:val="left" w:pos="1188"/>
              </w:tabs>
              <w:ind w:left="827" w:right="98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-</w:t>
            </w:r>
            <w:r w:rsidRPr="00110ECD">
              <w:rPr>
                <w:rFonts w:ascii="Calibri" w:hAnsi="Calibri" w:cs="Calibri"/>
                <w:spacing w:val="10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informatii</w:t>
            </w:r>
            <w:r w:rsidRPr="00110ECD">
              <w:rPr>
                <w:rFonts w:ascii="Calibri" w:hAnsi="Calibri" w:cs="Calibri"/>
                <w:spacing w:val="3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despre</w:t>
            </w:r>
            <w:r w:rsidRPr="00110ECD">
              <w:rPr>
                <w:rFonts w:ascii="Calibri" w:hAnsi="Calibri" w:cs="Calibri"/>
                <w:spacing w:val="3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entitatea</w:t>
            </w:r>
            <w:r w:rsidRPr="00110ECD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responsabila</w:t>
            </w:r>
            <w:r w:rsidRPr="00110ECD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3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implementarea</w:t>
            </w:r>
          </w:p>
          <w:p w14:paraId="393DAF11" w14:textId="77777777" w:rsidR="001E7798" w:rsidRPr="00110ECD" w:rsidRDefault="001E7798" w:rsidP="00FE4BED">
            <w:pPr>
              <w:pStyle w:val="TableParagraph"/>
              <w:ind w:left="1187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investitiei?</w:t>
            </w:r>
          </w:p>
          <w:p w14:paraId="0E71E7B6" w14:textId="77777777" w:rsidR="001E7798" w:rsidRPr="00110ECD" w:rsidRDefault="001E7798" w:rsidP="00FE4BED">
            <w:pPr>
              <w:pStyle w:val="TableParagraph"/>
              <w:numPr>
                <w:ilvl w:val="0"/>
                <w:numId w:val="11"/>
              </w:numPr>
              <w:tabs>
                <w:tab w:val="num" w:pos="0"/>
                <w:tab w:val="left" w:pos="1188"/>
              </w:tabs>
              <w:ind w:left="1187" w:right="98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strategia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implementare,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cuprinzând: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durata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implementare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investiţii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(în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luni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calendaristice),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durata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execuţie,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graficul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implementare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investiţiei,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eşalonarea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investiţiei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ani,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resurse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necesare?</w:t>
            </w:r>
          </w:p>
          <w:p w14:paraId="42D2E977" w14:textId="77777777" w:rsidR="001E7798" w:rsidRPr="00110ECD" w:rsidRDefault="001E7798" w:rsidP="00FE4BED">
            <w:pPr>
              <w:pStyle w:val="TableParagraph"/>
              <w:numPr>
                <w:ilvl w:val="0"/>
                <w:numId w:val="11"/>
              </w:numPr>
              <w:tabs>
                <w:tab w:val="num" w:pos="0"/>
                <w:tab w:val="left" w:pos="1188"/>
              </w:tabs>
              <w:ind w:left="1188"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strategia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exploatare/operare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intretinere?</w:t>
            </w:r>
          </w:p>
          <w:p w14:paraId="3053447C" w14:textId="77777777" w:rsidR="001E7798" w:rsidRPr="00110ECD" w:rsidRDefault="001E7798" w:rsidP="00FE4BED">
            <w:pPr>
              <w:pStyle w:val="TableParagraph"/>
              <w:numPr>
                <w:ilvl w:val="0"/>
                <w:numId w:val="11"/>
              </w:numPr>
              <w:tabs>
                <w:tab w:val="num" w:pos="0"/>
                <w:tab w:val="left" w:pos="1188"/>
              </w:tabs>
              <w:ind w:left="1187" w:right="10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recomandari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asigurarea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capacitatii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manageriale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institutionale?</w:t>
            </w:r>
          </w:p>
          <w:p w14:paraId="0577231D" w14:textId="77777777" w:rsidR="001E7798" w:rsidRPr="00110ECD" w:rsidRDefault="001E7798" w:rsidP="00F54BC8">
            <w:pPr>
              <w:pStyle w:val="TableParagraph"/>
              <w:numPr>
                <w:ilvl w:val="0"/>
                <w:numId w:val="21"/>
              </w:numPr>
              <w:ind w:right="99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 xml:space="preserve">concluzii </w:t>
            </w:r>
            <w:r w:rsidR="00F54BC8">
              <w:rPr>
                <w:rFonts w:ascii="Calibri" w:hAnsi="Calibri" w:cs="Calibri"/>
                <w:b/>
                <w:sz w:val="24"/>
                <w:szCs w:val="24"/>
              </w:rPr>
              <w:t>ș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 recomand</w:t>
            </w:r>
            <w:r w:rsidR="00F54BC8">
              <w:rPr>
                <w:rFonts w:ascii="Calibri" w:hAnsi="Calibri" w:cs="Calibri"/>
                <w:b/>
                <w:sz w:val="24"/>
                <w:szCs w:val="24"/>
              </w:rPr>
              <w:t>ă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 xml:space="preserve">ri,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 preciz</w:t>
            </w:r>
            <w:r w:rsidR="00F54BC8">
              <w:rPr>
                <w:rFonts w:ascii="Calibri" w:hAnsi="Calibri" w:cs="Calibri"/>
                <w:sz w:val="24"/>
                <w:szCs w:val="24"/>
              </w:rPr>
              <w:t>ă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rilor din capitolul 8,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sec</w:t>
            </w:r>
            <w:r w:rsidR="00F54BC8">
              <w:rPr>
                <w:rFonts w:ascii="Calibri" w:hAnsi="Calibri" w:cs="Calibri"/>
                <w:sz w:val="24"/>
                <w:szCs w:val="24"/>
              </w:rPr>
              <w:t>ț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iunea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scrise,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4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Fezabilitate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ACFC0" w14:textId="77777777" w:rsidR="001D7627" w:rsidRPr="00110ECD" w:rsidRDefault="001D7627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50C5C6" w14:textId="77777777" w:rsidR="001D7627" w:rsidRPr="00110ECD" w:rsidRDefault="001D7627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032A4" w14:textId="77777777" w:rsidR="001D7627" w:rsidRPr="00110ECD" w:rsidRDefault="001D7627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63A521" w14:textId="77777777" w:rsidR="001D7627" w:rsidRPr="00110ECD" w:rsidRDefault="001D7627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C67CE" w:rsidRPr="00110ECD" w14:paraId="0242CFD4" w14:textId="77777777" w:rsidTr="00110ECD">
        <w:trPr>
          <w:trHeight w:val="17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00E09E" w14:textId="77777777" w:rsidR="001E7798" w:rsidRPr="00110ECD" w:rsidRDefault="001E7798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B5F195" w14:textId="77777777" w:rsidR="001E7798" w:rsidRPr="00110ECD" w:rsidRDefault="001E7798" w:rsidP="00FE4BED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Devizul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General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este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elaborat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legislației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vigoare: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etapele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elaborare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conţinutul-cadru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documentaţiilor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tehnico-economice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aferente</w:t>
            </w:r>
            <w:r w:rsidRPr="00110ECD">
              <w:rPr>
                <w:rFonts w:ascii="Calibri" w:hAnsi="Calibri" w:cs="Calibri"/>
                <w:i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obiectivelor/proiectelor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investiţii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finanţate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fonduri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publice,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sectiunea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5-a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Devizul</w:t>
            </w:r>
            <w:r w:rsidRPr="00110ECD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general si devizul pe obiect,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inclusiv conform Metodologiei prezentate in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6 la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14:paraId="51018F0F" w14:textId="77777777" w:rsidR="001E7798" w:rsidRPr="00110ECD" w:rsidRDefault="001E7798" w:rsidP="00FE4BED">
            <w:pPr>
              <w:pStyle w:val="TableParagraph"/>
              <w:numPr>
                <w:ilvl w:val="0"/>
                <w:numId w:val="13"/>
              </w:numPr>
              <w:tabs>
                <w:tab w:val="left" w:pos="852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respecta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modelul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anexa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7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907/2016?</w:t>
            </w:r>
          </w:p>
          <w:p w14:paraId="43DA198D" w14:textId="77777777" w:rsidR="001E7798" w:rsidRPr="00110ECD" w:rsidRDefault="001E7798" w:rsidP="00FE4BED">
            <w:pPr>
              <w:pStyle w:val="TableParagraph"/>
              <w:numPr>
                <w:ilvl w:val="0"/>
                <w:numId w:val="13"/>
              </w:numPr>
              <w:tabs>
                <w:tab w:val="left" w:pos="852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conține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costuri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aferente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tuturor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intervențiilor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cuprinse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SF?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130DAB" w14:textId="77777777"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000B9F" w14:textId="77777777"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CABCEF" w14:textId="77777777"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BF057F" w14:textId="77777777"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C67CE" w:rsidRPr="00110ECD" w14:paraId="7B195796" w14:textId="77777777" w:rsidTr="00110ECD">
        <w:trPr>
          <w:trHeight w:val="29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2BA0B3" w14:textId="77777777" w:rsidR="001E7798" w:rsidRPr="00110ECD" w:rsidRDefault="001E7798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C0E513" w14:textId="77777777" w:rsidR="001E7798" w:rsidRPr="00110ECD" w:rsidRDefault="001E7798" w:rsidP="00FE4BED">
            <w:pPr>
              <w:pStyle w:val="TableParagraph"/>
              <w:ind w:left="108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Devizele</w:t>
            </w:r>
            <w:r w:rsidRPr="00110ECD">
              <w:rPr>
                <w:rFonts w:ascii="Calibri" w:hAnsi="Calibri" w:cs="Calibri"/>
                <w:b/>
                <w:spacing w:val="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pe</w:t>
            </w:r>
            <w:r w:rsidRPr="00110ECD">
              <w:rPr>
                <w:rFonts w:ascii="Calibri" w:hAnsi="Calibri" w:cs="Calibri"/>
                <w:b/>
                <w:spacing w:val="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Obiect</w:t>
            </w:r>
            <w:r w:rsidRPr="00110ECD">
              <w:rPr>
                <w:rFonts w:ascii="Calibri" w:hAnsi="Calibri" w:cs="Calibri"/>
                <w:b/>
                <w:spacing w:val="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întocmite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modelului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anexa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8</w:t>
            </w:r>
            <w:r w:rsidRPr="00110ECD">
              <w:rPr>
                <w:rFonts w:ascii="Calibri" w:hAnsi="Calibri" w:cs="Calibri"/>
                <w:spacing w:val="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20BF8D" w14:textId="77777777"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61602A" w14:textId="77777777"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2D9DD" w14:textId="77777777"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5CCC60" w14:textId="77777777"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E7798" w:rsidRPr="00110ECD" w14:paraId="7199FCB4" w14:textId="77777777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21818" w14:textId="77777777" w:rsidR="001E7798" w:rsidRPr="00110ECD" w:rsidRDefault="001E7798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A31B47" w14:textId="77777777" w:rsidR="001E7798" w:rsidRPr="00110ECD" w:rsidRDefault="001E7798" w:rsidP="00FE4BED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 xml:space="preserve">Există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piesele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desenate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, prezentate la scara relevanta in raport cu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caracteristicile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investitii,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toate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obiectele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investiți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toate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specialitățile?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5A1C02" w14:textId="77777777"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12874" w14:textId="77777777"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9EA87" w14:textId="77777777"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97335C" w14:textId="77777777"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E7798" w:rsidRPr="00110ECD" w14:paraId="07563017" w14:textId="77777777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806CA4" w14:textId="77777777" w:rsidR="001E7798" w:rsidRPr="00110ECD" w:rsidRDefault="001E7798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D4B51B" w14:textId="77777777" w:rsidR="001E7798" w:rsidRPr="00110ECD" w:rsidRDefault="001E7798" w:rsidP="00FE4BED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 xml:space="preserve">Există planşele mentionate la sectiunea B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Piese desenate,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 cadrul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4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 Fezabilitate,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14:paraId="2334AB5F" w14:textId="77777777" w:rsidR="001E7798" w:rsidRPr="00110ECD" w:rsidRDefault="001E7798" w:rsidP="00FE4BED">
            <w:pPr>
              <w:pStyle w:val="TableParagraph"/>
              <w:numPr>
                <w:ilvl w:val="0"/>
                <w:numId w:val="14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plan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amplasare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zonă?</w:t>
            </w:r>
          </w:p>
          <w:p w14:paraId="369F17D4" w14:textId="77777777" w:rsidR="001E7798" w:rsidRPr="00110ECD" w:rsidRDefault="001E7798" w:rsidP="00FE4BED">
            <w:pPr>
              <w:pStyle w:val="TableParagraph"/>
              <w:numPr>
                <w:ilvl w:val="0"/>
                <w:numId w:val="14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plan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situatie?</w:t>
            </w:r>
          </w:p>
          <w:p w14:paraId="10620253" w14:textId="77777777" w:rsidR="001E7798" w:rsidRPr="00110ECD" w:rsidRDefault="001E7798" w:rsidP="00FE4BED">
            <w:pPr>
              <w:pStyle w:val="TableParagraph"/>
              <w:numPr>
                <w:ilvl w:val="0"/>
                <w:numId w:val="14"/>
              </w:numPr>
              <w:tabs>
                <w:tab w:val="left" w:pos="828"/>
              </w:tabs>
              <w:ind w:left="827" w:right="10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planuri generale, faţade şi secţiuni caracteristice de arhitectură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cotate,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scheme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principiu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rezistenţă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instalaţii,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volumetrii,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scheme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funcţionale,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izometrice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sau</w:t>
            </w:r>
            <w:r w:rsidRPr="00110ECD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planuri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specifice,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după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caz?</w:t>
            </w:r>
          </w:p>
          <w:p w14:paraId="1AFFE99F" w14:textId="77777777" w:rsidR="001E7798" w:rsidRPr="00110ECD" w:rsidRDefault="001E7798" w:rsidP="00FE4BED">
            <w:pPr>
              <w:pStyle w:val="TableParagraph"/>
              <w:numPr>
                <w:ilvl w:val="0"/>
                <w:numId w:val="14"/>
              </w:numPr>
              <w:tabs>
                <w:tab w:val="left" w:pos="828"/>
              </w:tabs>
              <w:ind w:left="827" w:right="10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planuri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generale,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profile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longitudinale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transversale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caracteristice,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cotate,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planuri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specifice,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22677" w14:textId="77777777"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A9BCA" w14:textId="77777777"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77831" w14:textId="77777777"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8AA12D" w14:textId="77777777"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C67CE" w:rsidRPr="00110ECD" w14:paraId="0F8539BE" w14:textId="77777777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7F95AF" w14:textId="77777777" w:rsidR="006C67CE" w:rsidRPr="00110ECD" w:rsidRDefault="006C67CE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9E1E50" w14:textId="77777777" w:rsidR="006C67CE" w:rsidRPr="00110ECD" w:rsidRDefault="006C67CE" w:rsidP="00FE4BED">
            <w:pPr>
              <w:pStyle w:val="TableParagraph"/>
              <w:ind w:left="108" w:right="10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Fiecare</w:t>
            </w:r>
            <w:r w:rsidRPr="00110ECD">
              <w:rPr>
                <w:rFonts w:ascii="Calibri" w:hAnsi="Calibri" w:cs="Calibri"/>
                <w:spacing w:val="1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planşă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pieselor</w:t>
            </w:r>
            <w:r w:rsidRPr="00110ECD">
              <w:rPr>
                <w:rFonts w:ascii="Calibri" w:hAnsi="Calibri" w:cs="Calibri"/>
                <w:spacing w:val="1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desenate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este</w:t>
            </w:r>
            <w:r w:rsidRPr="00110ECD">
              <w:rPr>
                <w:rFonts w:ascii="Calibri" w:hAnsi="Calibri" w:cs="Calibri"/>
                <w:spacing w:val="1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numerotata/codificata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prezintă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un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cartuş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contine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informatiile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solicitate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prevederilor legale?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D9E55" w14:textId="77777777" w:rsidR="006C67CE" w:rsidRPr="00110ECD" w:rsidRDefault="006C67CE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FF05B" w14:textId="77777777" w:rsidR="006C67CE" w:rsidRPr="00110ECD" w:rsidRDefault="006C67CE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A4A5DA" w14:textId="77777777" w:rsidR="006C67CE" w:rsidRPr="00110ECD" w:rsidRDefault="006C67CE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7B9162" w14:textId="77777777" w:rsidR="006C67CE" w:rsidRPr="00110ECD" w:rsidRDefault="006C67CE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4BED" w:rsidRPr="00110ECD" w14:paraId="601672EC" w14:textId="77777777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04D909" w14:textId="77777777" w:rsidR="00FE4BED" w:rsidRPr="00110ECD" w:rsidRDefault="00FE4BED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06EBCA" w14:textId="77777777" w:rsidR="00FE4BED" w:rsidRPr="00110ECD" w:rsidRDefault="00FE4BED" w:rsidP="00FE4BED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În cazul în care plansele au fost anexate la cererea de finantare în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format scanat, dupa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 au fost semnate și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ștampilate de</w:t>
            </w:r>
            <w:r w:rsidRPr="00110ECD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elaboratori: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este prezentă semnatura si stampila tuturor persoanelor nominalizate in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cartus,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conformitate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prevederile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legale,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inclusiv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de:</w:t>
            </w:r>
          </w:p>
          <w:p w14:paraId="72905CBA" w14:textId="77777777" w:rsidR="00FE4BED" w:rsidRPr="00110ECD" w:rsidRDefault="00FE4BED" w:rsidP="00FE4BED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proiectantul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general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/</w:t>
            </w:r>
            <w:r w:rsidRPr="00110ECD">
              <w:rPr>
                <w:rFonts w:ascii="Calibri" w:hAnsi="Calibri" w:cs="Calibri"/>
                <w:spacing w:val="5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şeful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proiect</w:t>
            </w:r>
          </w:p>
          <w:p w14:paraId="27423C30" w14:textId="77777777" w:rsidR="00FE4BED" w:rsidRPr="00110ECD" w:rsidRDefault="00FE4BED" w:rsidP="00FE4BED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left="827" w:right="102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arhitect</w:t>
            </w:r>
            <w:r w:rsidRPr="00110ECD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drept</w:t>
            </w:r>
            <w:r w:rsidRPr="00110ECD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semnatura,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ștampila</w:t>
            </w:r>
            <w:r w:rsidRPr="00110EC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numar</w:t>
            </w:r>
            <w:r w:rsidRPr="00110ECD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inregistrare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tabloul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national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TNA,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reglementări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OAR</w:t>
            </w:r>
          </w:p>
          <w:p w14:paraId="330BD794" w14:textId="77777777" w:rsidR="00FE4BED" w:rsidRPr="00110ECD" w:rsidRDefault="00FE4BED" w:rsidP="00FE4BED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proiectantii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specialitate</w:t>
            </w:r>
          </w:p>
          <w:p w14:paraId="685A0FF2" w14:textId="77777777" w:rsidR="00D966DD" w:rsidRPr="00110ECD" w:rsidRDefault="00FE4BED" w:rsidP="00D966DD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expertul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tehnic,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unde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este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cazul</w:t>
            </w:r>
          </w:p>
          <w:p w14:paraId="6222A62E" w14:textId="77777777" w:rsidR="00FE4BED" w:rsidRPr="00110ECD" w:rsidRDefault="00FE4BED" w:rsidP="00D966DD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șeful</w:t>
            </w:r>
            <w:r w:rsidRPr="00110ECD">
              <w:rPr>
                <w:rFonts w:ascii="Calibri" w:hAnsi="Calibri" w:cs="Calibri"/>
                <w:sz w:val="24"/>
                <w:szCs w:val="24"/>
              </w:rPr>
              <w:tab/>
              <w:t>de</w:t>
            </w:r>
            <w:r w:rsidRPr="00110ECD">
              <w:rPr>
                <w:rFonts w:ascii="Calibri" w:hAnsi="Calibri" w:cs="Calibri"/>
                <w:sz w:val="24"/>
                <w:szCs w:val="24"/>
              </w:rPr>
              <w:tab/>
              <w:t>proiect</w:t>
            </w:r>
            <w:r w:rsidRPr="00110ECD">
              <w:rPr>
                <w:rFonts w:ascii="Calibri" w:hAnsi="Calibri" w:cs="Calibri"/>
                <w:sz w:val="24"/>
                <w:szCs w:val="24"/>
              </w:rPr>
              <w:tab/>
              <w:t>complex,</w:t>
            </w:r>
            <w:r w:rsidRPr="00110ECD">
              <w:rPr>
                <w:rFonts w:ascii="Calibri" w:hAnsi="Calibri" w:cs="Calibri"/>
                <w:sz w:val="24"/>
                <w:szCs w:val="24"/>
              </w:rPr>
              <w:tab/>
              <w:t>expert/specialist,</w:t>
            </w:r>
            <w:r w:rsidR="00D966DD" w:rsidRPr="00110ECD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</w:t>
            </w:r>
            <w:r w:rsidR="00D966DD" w:rsidRPr="00110ECD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>cazul</w:t>
            </w:r>
            <w:r w:rsidR="00D966DD"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="00D966DD" w:rsidRPr="00110ECD">
              <w:rPr>
                <w:rFonts w:ascii="Calibri" w:hAnsi="Calibri" w:cs="Calibri"/>
                <w:spacing w:val="-58"/>
                <w:sz w:val="24"/>
                <w:szCs w:val="24"/>
              </w:rPr>
              <w:t>m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onumentelor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istorice?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4E28CC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7FFE23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45715C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1ABECD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4BED" w:rsidRPr="00110ECD" w14:paraId="5D402B35" w14:textId="77777777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43A744" w14:textId="77777777" w:rsidR="00FE4BED" w:rsidRPr="00110ECD" w:rsidRDefault="00FE4BED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74CC3F" w14:textId="77777777" w:rsidR="00FE4BED" w:rsidRPr="00110ECD" w:rsidRDefault="00FE4BED" w:rsidP="00FE4BED">
            <w:pPr>
              <w:pStyle w:val="TableParagraph"/>
              <w:ind w:left="108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3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obținute</w:t>
            </w:r>
            <w:r w:rsidRPr="00110ECD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avizele</w:t>
            </w:r>
            <w:r w:rsidRPr="00110ECD">
              <w:rPr>
                <w:rFonts w:ascii="Calibri" w:hAnsi="Calibri" w:cs="Calibri"/>
                <w:spacing w:val="4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devierile</w:t>
            </w:r>
            <w:r w:rsidRPr="00110ECD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rețele</w:t>
            </w:r>
            <w:r w:rsidRPr="00110ECD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necesare</w:t>
            </w:r>
            <w:r w:rsidRPr="00110ECD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4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proprietarii/operatorii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lor,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dacă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este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cazul?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CC5FFC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B0AE1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2D4CC1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E65B0F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4BED" w:rsidRPr="00110ECD" w14:paraId="1DD0419F" w14:textId="77777777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68B84" w14:textId="77777777" w:rsidR="00FE4BED" w:rsidRPr="00110ECD" w:rsidRDefault="00FE4BED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E2F2B6" w14:textId="77777777" w:rsidR="00FE4BED" w:rsidRPr="00110ECD" w:rsidRDefault="00FE4BED" w:rsidP="00FE4BED">
            <w:pPr>
              <w:pStyle w:val="TableParagraph"/>
              <w:ind w:left="108" w:right="98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Există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descriere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lucrarilor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organizare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şantier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(descriere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sumară, demolări, devieri de rețele, căi de acces provizorii, alimentare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apă,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energie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electrică,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termică,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telecomunicații,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etc)?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860CF4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ABDF82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AA433D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E239CD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4BED" w:rsidRPr="00110ECD" w14:paraId="416060D0" w14:textId="77777777" w:rsidTr="00110ECD">
        <w:trPr>
          <w:trHeight w:val="600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9722390" w14:textId="77777777" w:rsidR="00FE4BED" w:rsidRPr="00110ECD" w:rsidRDefault="00FE4BED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CB2B00" w14:textId="77777777" w:rsidR="00FE4BED" w:rsidRPr="00110ECD" w:rsidRDefault="00FE4BED" w:rsidP="00F54BC8">
            <w:pPr>
              <w:suppressAutoHyphens/>
              <w:ind w:left="68" w:right="62"/>
              <w:jc w:val="both"/>
              <w:rPr>
                <w:rFonts w:ascii="Calibri" w:eastAsia="Calibri" w:hAnsi="Calibri" w:cs="Calibri"/>
                <w:color w:val="000000"/>
              </w:rPr>
            </w:pPr>
            <w:r w:rsidRPr="00110ECD">
              <w:rPr>
                <w:rFonts w:ascii="Calibri" w:eastAsia="Calibri" w:hAnsi="Calibri" w:cs="Calibri"/>
                <w:color w:val="000000"/>
              </w:rPr>
              <w:t>Este inclus un raport/documentație privind imunizarea la schimbările climatice, elaborat în conformitate cu cerințele din Comunicarea Comisiei Europene privind Orientările tehnice referitoare la imunizarea infrastructurii la schimbările climatice în perioada 2021-2027 publicate la 16 septembrie 2021 (2021/C 373/01):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3D50C1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4FC6F7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0DD2E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81F353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4BED" w:rsidRPr="00110ECD" w14:paraId="7F1521CC" w14:textId="77777777" w:rsidTr="00110ECD">
        <w:trPr>
          <w:trHeight w:val="600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96EE51A" w14:textId="77777777" w:rsidR="00FE4BED" w:rsidRPr="00110ECD" w:rsidRDefault="00FE4BED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57F29C" w14:textId="77777777" w:rsidR="00FE4BED" w:rsidRPr="00110ECD" w:rsidRDefault="00FE4BED" w:rsidP="00F54BC8">
            <w:pPr>
              <w:suppressAutoHyphens/>
              <w:ind w:left="68" w:right="62"/>
              <w:jc w:val="both"/>
              <w:rPr>
                <w:rFonts w:ascii="Calibri" w:eastAsia="Calibri" w:hAnsi="Calibri" w:cs="Calibri"/>
                <w:color w:val="000000"/>
              </w:rPr>
            </w:pPr>
            <w:r w:rsidRPr="00110ECD">
              <w:rPr>
                <w:rFonts w:ascii="Calibri" w:eastAsia="Calibri" w:hAnsi="Calibri" w:cs="Calibri"/>
                <w:b/>
                <w:color w:val="000000"/>
              </w:rPr>
              <w:t>pentru etapa: I. Atenuarea (neutralitatea climatic</w:t>
            </w:r>
            <w:r w:rsidR="00F54BC8">
              <w:rPr>
                <w:rFonts w:ascii="Calibri" w:eastAsia="Calibri" w:hAnsi="Calibri" w:cs="Calibri"/>
                <w:b/>
                <w:color w:val="000000"/>
              </w:rPr>
              <w:t>ă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);</w:t>
            </w:r>
            <w:r w:rsidR="00F54BC8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110ECD">
              <w:rPr>
                <w:rFonts w:ascii="Calibri" w:eastAsia="Calibri" w:hAnsi="Calibri" w:cs="Calibri"/>
                <w:color w:val="000000"/>
              </w:rPr>
              <w:t xml:space="preserve">(a)  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Faza 1. Examinare/Încadrarea</w:t>
            </w:r>
            <w:r w:rsidRPr="00110ECD">
              <w:rPr>
                <w:rFonts w:ascii="Calibri" w:eastAsia="Calibri" w:hAnsi="Calibri" w:cs="Calibri"/>
                <w:color w:val="000000"/>
              </w:rPr>
              <w:t xml:space="preserve"> , sunt prezentate:</w:t>
            </w:r>
          </w:p>
          <w:p w14:paraId="2F030E2F" w14:textId="77777777" w:rsidR="00FE4BED" w:rsidRPr="00110ECD" w:rsidRDefault="00FE4BED" w:rsidP="00F54BC8">
            <w:pPr>
              <w:pStyle w:val="TableParagraph"/>
              <w:ind w:left="6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Se prezinta evaluarea impactului proiectului asupra emisiilor de GES. Dacă p</w:t>
            </w:r>
            <w:r w:rsidRPr="00110ECD">
              <w:rPr>
                <w:rFonts w:ascii="Calibri" w:hAnsi="Calibri" w:cs="Calibri"/>
                <w:b/>
                <w:sz w:val="24"/>
                <w:szCs w:val="24"/>
                <w:u w:val="single"/>
              </w:rPr>
              <w:t xml:space="preserve">roiectul nu necesită o evaluare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a amprentei de carbon, este  prezinta analiza aferentă în mod succint într-o declarație privind examinarea neutralității climatice.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43EDCE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6AB51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E6EDBD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3B1EB1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4BED" w:rsidRPr="00110ECD" w14:paraId="6E7FE027" w14:textId="77777777" w:rsidTr="00110ECD">
        <w:trPr>
          <w:trHeight w:val="600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8BE8379" w14:textId="77777777" w:rsidR="00FE4BED" w:rsidRPr="00110ECD" w:rsidRDefault="00FE4BED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C6963D" w14:textId="77777777" w:rsidR="00FE4BED" w:rsidRPr="00110ECD" w:rsidRDefault="00FE4BED" w:rsidP="00F54BC8">
            <w:pPr>
              <w:suppressAutoHyphens/>
              <w:ind w:left="68" w:right="62"/>
              <w:jc w:val="both"/>
              <w:rPr>
                <w:rFonts w:ascii="Calibri" w:eastAsia="Calibri" w:hAnsi="Calibri" w:cs="Calibri"/>
                <w:color w:val="000000"/>
              </w:rPr>
            </w:pPr>
            <w:r w:rsidRPr="00110ECD">
              <w:rPr>
                <w:rFonts w:ascii="Calibri" w:eastAsia="Calibri" w:hAnsi="Calibri" w:cs="Calibri"/>
                <w:b/>
                <w:color w:val="000000"/>
              </w:rPr>
              <w:t>pentru etapa I. Atenuarea (neutralitatea climatic</w:t>
            </w:r>
            <w:r w:rsidR="00F54BC8">
              <w:rPr>
                <w:rFonts w:ascii="Calibri" w:eastAsia="Calibri" w:hAnsi="Calibri" w:cs="Calibri"/>
                <w:b/>
                <w:color w:val="000000"/>
              </w:rPr>
              <w:t>ă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)</w:t>
            </w:r>
            <w:r w:rsidRPr="00110ECD">
              <w:rPr>
                <w:rFonts w:ascii="Calibri" w:eastAsia="Calibri" w:hAnsi="Calibri" w:cs="Calibri"/>
                <w:color w:val="000000"/>
              </w:rPr>
              <w:t xml:space="preserve">; (b) 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Faza 2. Analiza detaliată</w:t>
            </w:r>
            <w:r w:rsidRPr="00110ECD">
              <w:rPr>
                <w:rFonts w:ascii="Calibri" w:eastAsia="Calibri" w:hAnsi="Calibri" w:cs="Calibri"/>
                <w:color w:val="000000"/>
              </w:rPr>
              <w:t xml:space="preserve"> (Pentru  proiectele care  necesită o evaluare a amprentei de carbon),  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sunt prezentate:</w:t>
            </w:r>
          </w:p>
          <w:p w14:paraId="307EA7D5" w14:textId="77777777" w:rsidR="00FE4BED" w:rsidRPr="00110ECD" w:rsidRDefault="00FE4BED" w:rsidP="00F54BC8">
            <w:pPr>
              <w:pStyle w:val="Default"/>
              <w:ind w:left="68" w:right="62"/>
              <w:jc w:val="both"/>
              <w:rPr>
                <w:rFonts w:ascii="Calibri" w:hAnsi="Calibri" w:cs="Calibri"/>
                <w:noProof/>
                <w:lang w:val="ro-RO"/>
              </w:rPr>
            </w:pPr>
            <w:r w:rsidRPr="00110ECD">
              <w:rPr>
                <w:rFonts w:ascii="Calibri" w:hAnsi="Calibri" w:cs="Calibri"/>
                <w:noProof/>
                <w:lang w:val="ro-RO"/>
              </w:rPr>
              <w:t>Pentru  proiectele care  necesită o evaluare a amprentei de carbon, sunt descrise:</w:t>
            </w:r>
          </w:p>
          <w:p w14:paraId="05F97205" w14:textId="77777777" w:rsidR="00FE4BED" w:rsidRPr="00110ECD" w:rsidRDefault="00FE4BED" w:rsidP="00F54BC8">
            <w:pPr>
              <w:pStyle w:val="Default"/>
              <w:numPr>
                <w:ilvl w:val="0"/>
                <w:numId w:val="16"/>
              </w:numPr>
              <w:ind w:left="68" w:right="62" w:firstLine="0"/>
              <w:jc w:val="both"/>
              <w:rPr>
                <w:rFonts w:ascii="Calibri" w:hAnsi="Calibri" w:cs="Calibri"/>
                <w:noProof/>
                <w:lang w:val="ro-RO"/>
              </w:rPr>
            </w:pPr>
            <w:r w:rsidRPr="00110ECD">
              <w:rPr>
                <w:rFonts w:ascii="Calibri" w:hAnsi="Calibri" w:cs="Calibri"/>
                <w:noProof/>
                <w:lang w:val="ro-RO"/>
              </w:rPr>
              <w:t>Integrarea principiilor de eficienta energetica si de reducere a emisiilor in conceperea si proiectarea investiției.</w:t>
            </w:r>
          </w:p>
          <w:p w14:paraId="4D97E2E9" w14:textId="77777777" w:rsidR="00FE4BED" w:rsidRPr="00110ECD" w:rsidRDefault="00FE4BED" w:rsidP="00F54BC8">
            <w:pPr>
              <w:pStyle w:val="Default"/>
              <w:numPr>
                <w:ilvl w:val="0"/>
                <w:numId w:val="16"/>
              </w:numPr>
              <w:ind w:left="68" w:right="62" w:firstLine="0"/>
              <w:jc w:val="both"/>
              <w:rPr>
                <w:rFonts w:ascii="Calibri" w:hAnsi="Calibri" w:cs="Calibri"/>
                <w:noProof/>
                <w:lang w:val="ro-RO"/>
              </w:rPr>
            </w:pPr>
            <w:r w:rsidRPr="00110ECD">
              <w:rPr>
                <w:rFonts w:ascii="Calibri" w:hAnsi="Calibri" w:cs="Calibri"/>
                <w:noProof/>
                <w:lang w:val="ro-RO"/>
              </w:rPr>
              <w:t>Calcularea emisiilor GES generate de proiect si compararea cu limitele de încadrare (screening) absolute (total emisii) si relative (diferența dintre situația cu proiect si situația fără proiect/scenariul de referința).</w:t>
            </w:r>
          </w:p>
          <w:p w14:paraId="56E8EE38" w14:textId="77777777" w:rsidR="00FE4BED" w:rsidRPr="00110ECD" w:rsidRDefault="00FE4BED" w:rsidP="00F54BC8">
            <w:pPr>
              <w:pStyle w:val="Default"/>
              <w:numPr>
                <w:ilvl w:val="0"/>
                <w:numId w:val="16"/>
              </w:numPr>
              <w:ind w:left="68" w:right="62" w:firstLine="0"/>
              <w:jc w:val="both"/>
              <w:rPr>
                <w:rFonts w:ascii="Calibri" w:hAnsi="Calibri" w:cs="Calibri"/>
                <w:noProof/>
                <w:lang w:val="ro-RO"/>
              </w:rPr>
            </w:pPr>
            <w:r w:rsidRPr="00110ECD">
              <w:rPr>
                <w:rFonts w:ascii="Calibri" w:hAnsi="Calibri" w:cs="Calibri"/>
                <w:b/>
                <w:noProof/>
                <w:lang w:val="ro-RO"/>
              </w:rPr>
              <w:t>Calcularea valorii monetare a emisiilor pe baza valorilor CO2 aplicabile.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7B18F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3A545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583E9A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66816B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4BED" w:rsidRPr="00110ECD" w14:paraId="0EAF62DA" w14:textId="77777777" w:rsidTr="00110ECD">
        <w:trPr>
          <w:trHeight w:val="600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AC722CB" w14:textId="77777777" w:rsidR="00FE4BED" w:rsidRPr="00110ECD" w:rsidRDefault="00FE4BED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8E8B82" w14:textId="77777777" w:rsidR="00FE4BED" w:rsidRPr="00110ECD" w:rsidRDefault="00FE4BED" w:rsidP="00F54BC8">
            <w:pPr>
              <w:suppressAutoHyphens/>
              <w:ind w:left="68" w:right="62"/>
              <w:jc w:val="both"/>
              <w:rPr>
                <w:rFonts w:ascii="Calibri" w:eastAsia="Calibri" w:hAnsi="Calibri" w:cs="Calibri"/>
                <w:color w:val="000000"/>
              </w:rPr>
            </w:pPr>
            <w:r w:rsidRPr="00110ECD">
              <w:rPr>
                <w:rFonts w:ascii="Calibri" w:eastAsia="Calibri" w:hAnsi="Calibri" w:cs="Calibri"/>
                <w:b/>
                <w:color w:val="000000"/>
              </w:rPr>
              <w:t>pentru etapa : II. Adaptarea (reziliența la schimbările climatice); (a)</w:t>
            </w:r>
            <w:r w:rsidR="00F54BC8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Faza 1. Examinare/Încadrarea, sunt prezentate:</w:t>
            </w:r>
          </w:p>
          <w:p w14:paraId="6B8AB1D2" w14:textId="77777777" w:rsidR="00FE4BED" w:rsidRPr="00110ECD" w:rsidRDefault="00FE4BED" w:rsidP="00F54BC8">
            <w:pPr>
              <w:pStyle w:val="Listparagraf"/>
              <w:numPr>
                <w:ilvl w:val="0"/>
                <w:numId w:val="17"/>
              </w:numPr>
              <w:ind w:left="68" w:right="62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Analiza de senzitivitate</w:t>
            </w:r>
            <w:r w:rsidRPr="00110ECD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( identificarea riscurilor climatice care sunt relevante pentru </w:t>
            </w: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tipul</w:t>
            </w:r>
            <w:r w:rsidRPr="00110ECD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respectiv de proiect, indiferent de localizarea acestuia)</w:t>
            </w:r>
          </w:p>
          <w:p w14:paraId="42D4BCF3" w14:textId="77777777" w:rsidR="00FE4BED" w:rsidRPr="00110ECD" w:rsidRDefault="00FE4BED" w:rsidP="00F54BC8">
            <w:pPr>
              <w:pStyle w:val="Listparagraf"/>
              <w:numPr>
                <w:ilvl w:val="0"/>
                <w:numId w:val="17"/>
              </w:numPr>
              <w:ind w:left="68" w:right="62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Evaluarea expunerii la riscuri( identificarea riscurilor care sunt relevante pentru locația proiectului)</w:t>
            </w:r>
          </w:p>
          <w:p w14:paraId="76619343" w14:textId="77777777" w:rsidR="00FE4BED" w:rsidRPr="00110ECD" w:rsidRDefault="00FE4BED" w:rsidP="00F54BC8">
            <w:pPr>
              <w:pStyle w:val="Listparagraf"/>
              <w:numPr>
                <w:ilvl w:val="0"/>
                <w:numId w:val="17"/>
              </w:numPr>
              <w:ind w:left="68" w:right="62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i/>
                <w:color w:val="000000"/>
                <w:sz w:val="24"/>
                <w:szCs w:val="24"/>
              </w:rPr>
              <w:t>Analiza de vulnerabilitate( identificarea potențialelor riscuri semnificative)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5B5B24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C439D7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EBA4B4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1A5EB1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14:paraId="5E873C23" w14:textId="77777777" w:rsidTr="00110ECD">
        <w:trPr>
          <w:trHeight w:val="60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7001A9" w14:textId="77777777" w:rsidR="00882701" w:rsidRPr="00110ECD" w:rsidRDefault="00882701" w:rsidP="00882701">
            <w:pPr>
              <w:pStyle w:val="TableParagraph"/>
              <w:ind w:left="360"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FCAF01" w14:textId="77777777" w:rsidR="00882701" w:rsidRPr="00110ECD" w:rsidRDefault="00882701" w:rsidP="00F54BC8">
            <w:pPr>
              <w:suppressAutoHyphens/>
              <w:ind w:left="68" w:right="62"/>
              <w:jc w:val="both"/>
              <w:rPr>
                <w:rFonts w:ascii="Calibri" w:eastAsia="Calibri" w:hAnsi="Calibri" w:cs="Calibri"/>
                <w:color w:val="000000"/>
              </w:rPr>
            </w:pPr>
            <w:r w:rsidRPr="00110ECD">
              <w:rPr>
                <w:rFonts w:ascii="Calibri" w:eastAsia="Calibri" w:hAnsi="Calibri" w:cs="Calibri"/>
                <w:b/>
                <w:color w:val="000000"/>
              </w:rPr>
              <w:t>pentru etapa: II. Adaptarea (reziliența la schimbările climatice);</w:t>
            </w:r>
            <w:r w:rsidR="00F54BC8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(b)</w:t>
            </w:r>
            <w:r w:rsidR="00F54BC8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Faza 2. Analiza detaliată de risc - Analiza detaliată depinde de rezultatul fazei de examinare, sunt prezentate:</w:t>
            </w:r>
          </w:p>
          <w:p w14:paraId="70D29A18" w14:textId="77777777" w:rsidR="00882701" w:rsidRPr="00110ECD" w:rsidRDefault="00882701" w:rsidP="00F54BC8">
            <w:pPr>
              <w:pStyle w:val="Listparagraf"/>
              <w:numPr>
                <w:ilvl w:val="0"/>
                <w:numId w:val="17"/>
              </w:numPr>
              <w:ind w:left="68" w:right="62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Probabilitatea</w:t>
            </w:r>
            <w:r w:rsidR="00F54BC8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(probabilitatea ca riscurile climatice identificate s</w:t>
            </w:r>
            <w:r w:rsidR="00F54BC8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ă</w:t>
            </w: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 xml:space="preserve"> aibă loc </w:t>
            </w:r>
            <w:r w:rsidR="00F54BC8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î</w:t>
            </w: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n timpul duratei de viață a proiectului)</w:t>
            </w:r>
          </w:p>
          <w:p w14:paraId="5A6E77AA" w14:textId="77777777" w:rsidR="00882701" w:rsidRPr="00110ECD" w:rsidRDefault="00882701" w:rsidP="00F54BC8">
            <w:pPr>
              <w:pStyle w:val="Listparagraf"/>
              <w:numPr>
                <w:ilvl w:val="0"/>
                <w:numId w:val="17"/>
              </w:numPr>
              <w:ind w:left="68" w:right="62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Impactul ( analizează consecințele în cazul în care apare pericolul climatic identificat)</w:t>
            </w:r>
          </w:p>
          <w:p w14:paraId="5AF192CB" w14:textId="77777777" w:rsidR="00882701" w:rsidRPr="00110ECD" w:rsidRDefault="00882701" w:rsidP="00F54BC8">
            <w:pPr>
              <w:pStyle w:val="Listparagraf"/>
              <w:numPr>
                <w:ilvl w:val="0"/>
                <w:numId w:val="17"/>
              </w:numPr>
              <w:ind w:left="68" w:right="62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 xml:space="preserve"> Riscul (identifica riscurile potențiale cele mai semnificative și cele în care trebuie luate măsuri de adaptare)</w:t>
            </w:r>
          </w:p>
          <w:p w14:paraId="00994E04" w14:textId="77777777" w:rsidR="00882701" w:rsidRPr="00110ECD" w:rsidRDefault="00882701" w:rsidP="00F54BC8">
            <w:pPr>
              <w:pStyle w:val="Listparagraf"/>
              <w:numPr>
                <w:ilvl w:val="0"/>
                <w:numId w:val="17"/>
              </w:numPr>
              <w:ind w:left="68" w:right="62" w:firstLine="0"/>
              <w:jc w:val="both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i/>
                <w:color w:val="000000"/>
                <w:sz w:val="24"/>
                <w:szCs w:val="24"/>
              </w:rPr>
              <w:t xml:space="preserve"> Măsuri de adaptare (Pentru fiecare risc semnificativ identificat, ar </w:t>
            </w:r>
            <w:r w:rsidRPr="00110ECD">
              <w:rPr>
                <w:rFonts w:ascii="Calibri" w:hAnsi="Calibri" w:cs="Calibri"/>
                <w:b/>
                <w:i/>
                <w:color w:val="000000"/>
                <w:sz w:val="24"/>
                <w:szCs w:val="24"/>
              </w:rPr>
              <w:lastRenderedPageBreak/>
              <w:t>trebui evaluate măsuri de adaptare specifice)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52A1E2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1917F2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B870C5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CB3399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14:paraId="41928912" w14:textId="77777777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AF677" w14:textId="77777777" w:rsidR="00882701" w:rsidRPr="00110ECD" w:rsidRDefault="00882701" w:rsidP="00882701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6DEE59" w14:textId="77777777" w:rsidR="00882701" w:rsidRPr="00110ECD" w:rsidRDefault="00882701" w:rsidP="00F54BC8">
            <w:pPr>
              <w:suppressAutoHyphens/>
              <w:ind w:left="68" w:right="62"/>
              <w:jc w:val="both"/>
              <w:rPr>
                <w:rFonts w:ascii="Calibri" w:eastAsia="Calibri" w:hAnsi="Calibri" w:cs="Calibri"/>
                <w:color w:val="000000"/>
              </w:rPr>
            </w:pPr>
            <w:r w:rsidRPr="00110ECD">
              <w:rPr>
                <w:rFonts w:ascii="Calibri" w:eastAsia="Calibri" w:hAnsi="Calibri" w:cs="Calibri"/>
                <w:color w:val="000000"/>
              </w:rPr>
              <w:t>Documenta</w:t>
            </w:r>
            <w:r w:rsidR="00F54BC8">
              <w:rPr>
                <w:rFonts w:ascii="Calibri" w:eastAsia="Calibri" w:hAnsi="Calibri" w:cs="Calibri"/>
                <w:color w:val="000000"/>
              </w:rPr>
              <w:t>ț</w:t>
            </w:r>
            <w:r w:rsidRPr="00110ECD">
              <w:rPr>
                <w:rFonts w:ascii="Calibri" w:eastAsia="Calibri" w:hAnsi="Calibri" w:cs="Calibri"/>
                <w:color w:val="000000"/>
              </w:rPr>
              <w:t>ia tehnico</w:t>
            </w:r>
            <w:r w:rsidR="00F54BC8">
              <w:rPr>
                <w:rFonts w:ascii="Calibri" w:eastAsia="Calibri" w:hAnsi="Calibri" w:cs="Calibri"/>
                <w:color w:val="000000"/>
              </w:rPr>
              <w:t>-</w:t>
            </w:r>
            <w:r w:rsidRPr="00110ECD">
              <w:rPr>
                <w:rFonts w:ascii="Calibri" w:eastAsia="Calibri" w:hAnsi="Calibri" w:cs="Calibri"/>
                <w:color w:val="000000"/>
              </w:rPr>
              <w:t>economic</w:t>
            </w:r>
            <w:r w:rsidR="00F54BC8">
              <w:rPr>
                <w:rFonts w:ascii="Calibri" w:eastAsia="Calibri" w:hAnsi="Calibri" w:cs="Calibri"/>
                <w:color w:val="000000"/>
              </w:rPr>
              <w:t>ă</w:t>
            </w:r>
            <w:r w:rsidRPr="00110ECD">
              <w:rPr>
                <w:rFonts w:ascii="Calibri" w:eastAsia="Calibri" w:hAnsi="Calibri" w:cs="Calibri"/>
                <w:color w:val="000000"/>
              </w:rPr>
              <w:t xml:space="preserve"> </w:t>
            </w:r>
            <w:r w:rsidRPr="00110ECD">
              <w:rPr>
                <w:rFonts w:ascii="Calibri" w:eastAsia="Calibri" w:hAnsi="Calibri" w:cs="Calibri"/>
                <w:b/>
                <w:bCs/>
                <w:color w:val="000000"/>
              </w:rPr>
              <w:t>reflect</w:t>
            </w:r>
            <w:r w:rsidR="00F54BC8">
              <w:rPr>
                <w:rFonts w:ascii="Calibri" w:eastAsia="Calibri" w:hAnsi="Calibri" w:cs="Calibri"/>
                <w:b/>
                <w:bCs/>
                <w:color w:val="000000"/>
              </w:rPr>
              <w:t>ă</w:t>
            </w:r>
            <w:r w:rsidRPr="00110ECD">
              <w:rPr>
                <w:rFonts w:ascii="Calibri" w:eastAsia="Calibri" w:hAnsi="Calibri" w:cs="Calibri"/>
                <w:b/>
                <w:bCs/>
                <w:color w:val="000000"/>
              </w:rPr>
              <w:t xml:space="preserve"> m</w:t>
            </w:r>
            <w:r w:rsidR="00F54BC8">
              <w:rPr>
                <w:rFonts w:ascii="Calibri" w:eastAsia="Calibri" w:hAnsi="Calibri" w:cs="Calibri"/>
                <w:b/>
                <w:bCs/>
                <w:color w:val="000000"/>
              </w:rPr>
              <w:t>ă</w:t>
            </w:r>
            <w:r w:rsidRPr="00110ECD">
              <w:rPr>
                <w:rFonts w:ascii="Calibri" w:eastAsia="Calibri" w:hAnsi="Calibri" w:cs="Calibri"/>
                <w:b/>
                <w:bCs/>
                <w:color w:val="000000"/>
              </w:rPr>
              <w:t>surile de imunizare la schimb</w:t>
            </w:r>
            <w:r w:rsidR="00F54BC8">
              <w:rPr>
                <w:rFonts w:ascii="Calibri" w:eastAsia="Calibri" w:hAnsi="Calibri" w:cs="Calibri"/>
                <w:b/>
                <w:bCs/>
                <w:color w:val="000000"/>
              </w:rPr>
              <w:t>ă</w:t>
            </w:r>
            <w:r w:rsidRPr="00110ECD">
              <w:rPr>
                <w:rFonts w:ascii="Calibri" w:eastAsia="Calibri" w:hAnsi="Calibri" w:cs="Calibri"/>
                <w:b/>
                <w:bCs/>
                <w:color w:val="000000"/>
              </w:rPr>
              <w:t>rile climatice prev</w:t>
            </w:r>
            <w:r w:rsidR="00F54BC8">
              <w:rPr>
                <w:rFonts w:ascii="Calibri" w:eastAsia="Calibri" w:hAnsi="Calibri" w:cs="Calibri"/>
                <w:b/>
                <w:bCs/>
                <w:color w:val="000000"/>
              </w:rPr>
              <w:t>ă</w:t>
            </w:r>
            <w:r w:rsidRPr="00110ECD">
              <w:rPr>
                <w:rFonts w:ascii="Calibri" w:eastAsia="Calibri" w:hAnsi="Calibri" w:cs="Calibri"/>
                <w:b/>
                <w:bCs/>
                <w:color w:val="000000"/>
              </w:rPr>
              <w:t xml:space="preserve">zute </w:t>
            </w:r>
            <w:r w:rsidR="00F54BC8">
              <w:rPr>
                <w:rFonts w:ascii="Calibri" w:eastAsia="Calibri" w:hAnsi="Calibri" w:cs="Calibri"/>
                <w:b/>
                <w:bCs/>
                <w:color w:val="000000"/>
              </w:rPr>
              <w:t>î</w:t>
            </w:r>
            <w:r w:rsidRPr="00110ECD">
              <w:rPr>
                <w:rFonts w:ascii="Calibri" w:eastAsia="Calibri" w:hAnsi="Calibri" w:cs="Calibri"/>
                <w:b/>
                <w:bCs/>
                <w:color w:val="000000"/>
              </w:rPr>
              <w:t xml:space="preserve">n raportul </w:t>
            </w:r>
            <w:r w:rsidR="00F54BC8">
              <w:rPr>
                <w:rFonts w:ascii="Calibri" w:eastAsia="Calibri" w:hAnsi="Calibri" w:cs="Calibri"/>
                <w:b/>
                <w:bCs/>
                <w:color w:val="000000"/>
              </w:rPr>
              <w:t>î</w:t>
            </w:r>
            <w:r w:rsidRPr="00110ECD">
              <w:rPr>
                <w:rFonts w:ascii="Calibri" w:eastAsia="Calibri" w:hAnsi="Calibri" w:cs="Calibri"/>
                <w:b/>
                <w:bCs/>
                <w:color w:val="000000"/>
              </w:rPr>
              <w:t>ntocmit</w:t>
            </w:r>
            <w:r w:rsidRPr="00110ECD">
              <w:rPr>
                <w:rFonts w:ascii="Calibri" w:eastAsia="Calibri" w:hAnsi="Calibri" w:cs="Calibri"/>
                <w:color w:val="000000"/>
              </w:rPr>
              <w:t xml:space="preserve"> conform cerințelor din Comunicarea Comisiei Europene privind Orientările tehnice referitoare la imunizarea infrastructurii la schimbările climatice în perioada 2021-2027 publicate la 16 septembrie 2021 (2021/C 373/01).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5DB23B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8B82D7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719E4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192AFA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14:paraId="53E1E61C" w14:textId="77777777" w:rsidTr="00110ECD">
        <w:trPr>
          <w:trHeight w:val="35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14:paraId="2DA13F9F" w14:textId="77777777" w:rsidR="00882701" w:rsidRPr="00110ECD" w:rsidRDefault="00882701" w:rsidP="00882701">
            <w:pPr>
              <w:pStyle w:val="TableParagraph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II</w:t>
            </w: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14:paraId="1E128690" w14:textId="77777777"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CRITERII</w:t>
            </w:r>
            <w:r w:rsidRPr="00110ECD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SPECIFICE</w:t>
            </w:r>
            <w:r w:rsidRPr="00110ECD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ASPECTELE</w:t>
            </w:r>
            <w:r w:rsidRPr="00110ECD">
              <w:rPr>
                <w:rFonts w:ascii="Calibri" w:hAnsi="Calibri" w:cs="Calibri"/>
                <w:b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CALITATIVE</w:t>
            </w:r>
            <w:r w:rsidRPr="00110ECD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ALE</w:t>
            </w:r>
            <w:r w:rsidRPr="00110ECD">
              <w:rPr>
                <w:rFonts w:ascii="Calibri" w:hAnsi="Calibri" w:cs="Calibri"/>
                <w:b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S.F.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14:paraId="47C106F2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14:paraId="53345A70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14:paraId="1A7E6371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14:paraId="7DB996FA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14:paraId="15E6B534" w14:textId="77777777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45B297" w14:textId="77777777"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E10C58" w14:textId="77777777"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Exist</w:t>
            </w:r>
            <w:r w:rsidR="0026634B">
              <w:rPr>
                <w:rFonts w:ascii="Calibri" w:hAnsi="Calibri" w:cs="Calibri"/>
                <w:sz w:val="24"/>
                <w:szCs w:val="24"/>
              </w:rPr>
              <w:t>ă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 o coresponden</w:t>
            </w:r>
            <w:r w:rsidR="0026634B">
              <w:rPr>
                <w:rFonts w:ascii="Calibri" w:hAnsi="Calibri" w:cs="Calibri"/>
                <w:sz w:val="24"/>
                <w:szCs w:val="24"/>
              </w:rPr>
              <w:t>ță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26634B">
              <w:rPr>
                <w:rFonts w:ascii="Calibri" w:hAnsi="Calibri" w:cs="Calibri"/>
                <w:sz w:val="24"/>
                <w:szCs w:val="24"/>
              </w:rPr>
              <w:t>î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ntre obiectele de investiţie (inclusiv tipurile 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lucări de constructii propuse, dotari, etc.) din cadrul SF </w:t>
            </w:r>
            <w:r w:rsidR="0026634B">
              <w:rPr>
                <w:rFonts w:ascii="Calibri" w:hAnsi="Calibri" w:cs="Calibri"/>
                <w:sz w:val="24"/>
                <w:szCs w:val="24"/>
              </w:rPr>
              <w:t>ș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 cele descrise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cererea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finanțare?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A35C5E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1B582B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12312E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F57718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14:paraId="6C2A714A" w14:textId="77777777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C24B6E" w14:textId="77777777"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D49601" w14:textId="77777777"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Există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specificaţii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descrieri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tehnice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toate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specialitățile: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arhitectură,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rezistență,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instalații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interioare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exterioare,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rețele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edilitare,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tehnologii,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componente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artistice,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sistematizare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verticală,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amenajări peisagere,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design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interior,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etc.,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după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8B4C14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F25915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504EDA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EDBAF7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14:paraId="6D000A09" w14:textId="77777777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4922BD" w14:textId="77777777"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C67412" w14:textId="77777777"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Graficul</w:t>
            </w:r>
            <w:r w:rsidRPr="00110ECD">
              <w:rPr>
                <w:rFonts w:ascii="Calibri" w:hAnsi="Calibri" w:cs="Calibri"/>
                <w:b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b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implementare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obiectivului</w:t>
            </w:r>
            <w:r w:rsidRPr="00110ECD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b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investitiei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:</w:t>
            </w:r>
          </w:p>
          <w:p w14:paraId="335F8DFD" w14:textId="77777777" w:rsidR="00882701" w:rsidRPr="00110ECD" w:rsidRDefault="00882701" w:rsidP="00F54BC8">
            <w:pPr>
              <w:pStyle w:val="TableParagraph"/>
              <w:numPr>
                <w:ilvl w:val="0"/>
                <w:numId w:val="19"/>
              </w:numPr>
              <w:tabs>
                <w:tab w:val="left" w:pos="888"/>
              </w:tabs>
              <w:ind w:right="62"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este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corelat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cel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Cererii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Finanţare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?</w:t>
            </w:r>
          </w:p>
          <w:p w14:paraId="73D6E645" w14:textId="77777777" w:rsidR="00882701" w:rsidRPr="00110ECD" w:rsidRDefault="00882701" w:rsidP="00F54BC8">
            <w:pPr>
              <w:pStyle w:val="TableParagraph"/>
              <w:numPr>
                <w:ilvl w:val="0"/>
                <w:numId w:val="19"/>
              </w:numPr>
              <w:tabs>
                <w:tab w:val="left" w:pos="888"/>
              </w:tabs>
              <w:ind w:left="887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este</w:t>
            </w:r>
            <w:r w:rsidRPr="00110ECD">
              <w:rPr>
                <w:rFonts w:ascii="Calibri" w:hAnsi="Calibri" w:cs="Calibri"/>
                <w:spacing w:val="2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corect</w:t>
            </w:r>
            <w:r w:rsidRPr="00110ECD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estimat</w:t>
            </w:r>
            <w:r w:rsidRPr="00110ECD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</w:t>
            </w:r>
            <w:r w:rsidRPr="00110ECD">
              <w:rPr>
                <w:rFonts w:ascii="Calibri" w:hAnsi="Calibri" w:cs="Calibri"/>
                <w:spacing w:val="2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și</w:t>
            </w:r>
            <w:r w:rsidRPr="00110ECD">
              <w:rPr>
                <w:rFonts w:ascii="Calibri" w:hAnsi="Calibri" w:cs="Calibri"/>
                <w:spacing w:val="2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perioada</w:t>
            </w:r>
            <w:r w:rsidRPr="00110ECD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2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realizare</w:t>
            </w:r>
            <w:r w:rsidRPr="00110ECD">
              <w:rPr>
                <w:rFonts w:ascii="Calibri" w:hAnsi="Calibri" w:cs="Calibri"/>
                <w:spacing w:val="3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(conform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tehnologiilor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execuție,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etc.)?</w:t>
            </w:r>
          </w:p>
          <w:p w14:paraId="164CCA39" w14:textId="77777777" w:rsidR="00882701" w:rsidRPr="00110ECD" w:rsidRDefault="00882701" w:rsidP="00F54BC8">
            <w:pPr>
              <w:pStyle w:val="TableParagraph"/>
              <w:numPr>
                <w:ilvl w:val="0"/>
                <w:numId w:val="19"/>
              </w:numPr>
              <w:tabs>
                <w:tab w:val="left" w:pos="888"/>
              </w:tabs>
              <w:ind w:right="62"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respectă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termenele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limită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ale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programului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finanțare?</w:t>
            </w:r>
          </w:p>
          <w:p w14:paraId="1AF6A894" w14:textId="77777777"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i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(se va avea în vedere ca termenul limită de implementare a proiectului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nu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poate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depăşi termenul prevăzut în documentele de programare: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31.dec.2023)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ADEE44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9A5888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432B3B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DE3765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14:paraId="08D88E7B" w14:textId="77777777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8DEE23" w14:textId="77777777"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F579BA" w14:textId="77777777"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Documentele anexate la cererea de finantare care demonstraza dreptul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solicitantului/partenerilor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executa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lucrarile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propuse,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cuprinzatoare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fata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interventiile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propuse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fi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realizate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prin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proiect?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4B9337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5B52C3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82DC01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3EF20D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14:paraId="7B8CE418" w14:textId="77777777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DEA92C" w14:textId="77777777"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0CE86E" w14:textId="77777777"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respectă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studiile,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analizele,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rapoartele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specialitate,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necesare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fundamentării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diferitelor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tipuri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intervenții,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toate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specialitățile,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luându-se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calcul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inclusiv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scenariile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recomandate prin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acestea?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3DB016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98F397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C5B927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5CEA15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6634B" w:rsidRPr="00110ECD" w14:paraId="5D47CDD0" w14:textId="77777777" w:rsidTr="0026634B">
        <w:trPr>
          <w:trHeight w:val="20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67175CF6" w14:textId="77777777" w:rsidR="0026634B" w:rsidRPr="00110ECD" w:rsidRDefault="0026634B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0656271B" w14:textId="77777777" w:rsidR="0026634B" w:rsidRPr="00110ECD" w:rsidRDefault="0026634B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Proiectul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respectă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prevederile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din:</w:t>
            </w:r>
          </w:p>
          <w:p w14:paraId="3226F334" w14:textId="77777777" w:rsidR="0026634B" w:rsidRPr="00110ECD" w:rsidRDefault="0026634B" w:rsidP="00F54BC8">
            <w:pPr>
              <w:pStyle w:val="TableParagraph"/>
              <w:ind w:left="467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1.</w:t>
            </w:r>
            <w:r w:rsidRPr="00110ECD">
              <w:rPr>
                <w:rFonts w:ascii="Calibri" w:hAnsi="Calibri" w:cs="Calibri"/>
                <w:spacing w:val="5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Certificatul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urbanism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anexat?</w:t>
            </w:r>
          </w:p>
          <w:p w14:paraId="1B4CD4CE" w14:textId="77777777" w:rsidR="0026634B" w:rsidRPr="00110ECD" w:rsidRDefault="0026634B" w:rsidP="00F54BC8">
            <w:pPr>
              <w:pStyle w:val="TableParagraph"/>
              <w:ind w:left="827" w:right="62" w:hanging="36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2.</w:t>
            </w:r>
            <w:r w:rsidRPr="00110ECD">
              <w:rPr>
                <w:rFonts w:ascii="Calibri" w:hAnsi="Calibri" w:cs="Calibri"/>
                <w:spacing w:val="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Studiul</w:t>
            </w:r>
            <w:r w:rsidRPr="00110ECD">
              <w:rPr>
                <w:rFonts w:ascii="Calibri" w:hAnsi="Calibri" w:cs="Calibri"/>
                <w:spacing w:val="5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topografic,</w:t>
            </w:r>
            <w:r w:rsidRPr="00110ECD">
              <w:rPr>
                <w:rFonts w:ascii="Calibri" w:hAnsi="Calibri" w:cs="Calibri"/>
                <w:spacing w:val="4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vizat</w:t>
            </w:r>
            <w:r w:rsidRPr="00110ECD">
              <w:rPr>
                <w:rFonts w:ascii="Calibri" w:hAnsi="Calibri" w:cs="Calibri"/>
                <w:spacing w:val="4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5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către</w:t>
            </w:r>
            <w:r w:rsidRPr="00110ECD">
              <w:rPr>
                <w:rFonts w:ascii="Calibri" w:hAnsi="Calibri" w:cs="Calibri"/>
                <w:spacing w:val="5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Oficiul</w:t>
            </w:r>
            <w:r w:rsidRPr="00110ECD">
              <w:rPr>
                <w:rFonts w:ascii="Calibri" w:hAnsi="Calibri" w:cs="Calibri"/>
                <w:spacing w:val="5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5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Cadastru</w:t>
            </w:r>
            <w:r w:rsidRPr="00110ECD">
              <w:rPr>
                <w:rFonts w:ascii="Calibri" w:hAnsi="Calibri" w:cs="Calibri"/>
                <w:spacing w:val="4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Publicitate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Imobiliară?</w:t>
            </w:r>
          </w:p>
          <w:p w14:paraId="6D8C9E2D" w14:textId="77777777" w:rsidR="0026634B" w:rsidRPr="00110ECD" w:rsidRDefault="0026634B" w:rsidP="00F54BC8">
            <w:pPr>
              <w:pStyle w:val="TableParagraph"/>
              <w:ind w:left="467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3.</w:t>
            </w:r>
            <w:r w:rsidRPr="00110ECD">
              <w:rPr>
                <w:rFonts w:ascii="Calibri" w:hAnsi="Calibri" w:cs="Calibri"/>
                <w:spacing w:val="5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Extrasul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carte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funciară,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dupa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caz?</w:t>
            </w:r>
          </w:p>
          <w:p w14:paraId="469D1F28" w14:textId="77777777" w:rsidR="0026634B" w:rsidRPr="00110ECD" w:rsidRDefault="0026634B" w:rsidP="00F54BC8">
            <w:pPr>
              <w:pStyle w:val="TableParagraph"/>
              <w:ind w:left="467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4.</w:t>
            </w:r>
            <w:r w:rsidRPr="00110ECD">
              <w:rPr>
                <w:rFonts w:ascii="Calibri" w:hAnsi="Calibri" w:cs="Calibri"/>
                <w:spacing w:val="5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Avizele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conforme,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asigurarea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utilităţilor?</w:t>
            </w:r>
          </w:p>
          <w:p w14:paraId="14C11049" w14:textId="77777777" w:rsidR="0026634B" w:rsidRPr="00110ECD" w:rsidRDefault="0026634B" w:rsidP="00F54BC8">
            <w:pPr>
              <w:pStyle w:val="TableParagraph"/>
              <w:ind w:left="827" w:right="62" w:hanging="36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5.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Actul administrativ al autorităţii competente pentru protecţia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mediului,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măsurile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diminuare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impactului,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măsurile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compensare, modalitatea de integrare a prevederilor acordului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 mediu,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principiu, în documentaţia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tehnico-economică?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sau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are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clasarea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notificării</w:t>
            </w:r>
          </w:p>
          <w:p w14:paraId="4D9A7053" w14:textId="77777777" w:rsidR="0026634B" w:rsidRPr="00110ECD" w:rsidRDefault="0026634B" w:rsidP="00F54BC8">
            <w:pPr>
              <w:pStyle w:val="TableParagraph"/>
              <w:ind w:left="827" w:right="62" w:hanging="36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6.</w:t>
            </w:r>
            <w:r w:rsidRPr="00110ECD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Avizele, acordurile şi studiile specifice obținute/efectuate până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data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depunerii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cererii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finanțare,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pot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condiţiona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lastRenderedPageBreak/>
              <w:t>soluţiile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tehnice?</w:t>
            </w:r>
          </w:p>
        </w:tc>
        <w:tc>
          <w:tcPr>
            <w:tcW w:w="54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38D3F5A5" w14:textId="77777777"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36839E72" w14:textId="77777777"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72625DA4" w14:textId="77777777"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42AF61CD" w14:textId="77777777"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6634B" w:rsidRPr="00110ECD" w14:paraId="44945C82" w14:textId="77777777" w:rsidTr="006607E6">
        <w:trPr>
          <w:trHeight w:val="60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AF8453" w14:textId="77777777" w:rsidR="0026634B" w:rsidRPr="00110ECD" w:rsidRDefault="0026634B" w:rsidP="00882701">
            <w:pPr>
              <w:pStyle w:val="TableParagraph"/>
              <w:ind w:left="360"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741CE0" w14:textId="77777777" w:rsidR="0026634B" w:rsidRPr="00110ECD" w:rsidRDefault="0026634B" w:rsidP="00F54BC8">
            <w:pPr>
              <w:pStyle w:val="TableParagraph"/>
              <w:ind w:left="827" w:right="62" w:hanging="36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84841C" w14:textId="77777777"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CCEBA2" w14:textId="77777777"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7867F1" w14:textId="77777777"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3843F7" w14:textId="77777777"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14:paraId="2B1BC29E" w14:textId="77777777" w:rsidTr="00110ECD">
        <w:trPr>
          <w:trHeight w:val="3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ADB1C9" w14:textId="77777777"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8A153B" w14:textId="77777777"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Informatiile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Piesele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scrise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corelate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Piesele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desenate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5D4E88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9A5F92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51254E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10EB33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14:paraId="0FFF4284" w14:textId="77777777" w:rsidTr="00110ECD">
        <w:trPr>
          <w:trHeight w:val="2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05FEFD" w14:textId="77777777"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1416B5" w14:textId="77777777"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Există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corelare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între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Devizul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general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Devizele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obiecte?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B8260D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9883C8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047F4D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947953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14:paraId="3FBE4D69" w14:textId="77777777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A781DE" w14:textId="77777777"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2DF92B" w14:textId="77777777" w:rsidR="00882701" w:rsidRPr="00110ECD" w:rsidRDefault="00AE26E4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Informațiile</w:t>
            </w:r>
            <w:r w:rsidR="00882701" w:rsidRPr="00110ECD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882701" w:rsidRPr="00110ECD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privind </w:t>
            </w:r>
            <w:r w:rsidR="00882701" w:rsidRPr="00110ECD">
              <w:rPr>
                <w:rFonts w:ascii="Calibri" w:hAnsi="Calibri" w:cs="Calibri"/>
                <w:sz w:val="24"/>
                <w:szCs w:val="24"/>
              </w:rPr>
              <w:t xml:space="preserve"> Imunizarea față de schimbările climatice – realizată în cadrul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documentației</w:t>
            </w:r>
            <w:r w:rsidR="00882701" w:rsidRPr="00110ECD">
              <w:rPr>
                <w:rFonts w:ascii="Calibri" w:hAnsi="Calibri" w:cs="Calibri"/>
                <w:sz w:val="24"/>
                <w:szCs w:val="24"/>
              </w:rPr>
              <w:t xml:space="preserve"> tehnice,  în conformitate cu cerințele din Comunicarea Comisiei Europene privind Orientările tehnice referitoare la imunizarea infrastructurii la schimbările climatice în perioada 2021-2027 publicate la 16 septembrie 2021 (2021/C 373/01) sunt complete, corecte si coerente.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BCA016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567868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5616E8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B9960D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02AC8313" w14:textId="77777777" w:rsidR="009945D9" w:rsidRPr="00110ECD" w:rsidRDefault="009945D9" w:rsidP="00FE4BED">
      <w:pPr>
        <w:rPr>
          <w:rFonts w:ascii="Calibri" w:hAnsi="Calibri" w:cs="Calibri"/>
        </w:rPr>
      </w:pPr>
    </w:p>
    <w:p w14:paraId="2F2D1FC8" w14:textId="77777777" w:rsidR="009945D9" w:rsidRPr="00110ECD" w:rsidRDefault="009945D9" w:rsidP="00FE4BED">
      <w:pPr>
        <w:rPr>
          <w:rFonts w:ascii="Calibri" w:hAnsi="Calibri" w:cs="Calibri"/>
        </w:rPr>
      </w:pPr>
      <w:r w:rsidRPr="00110ECD">
        <w:rPr>
          <w:rFonts w:ascii="Calibri" w:hAnsi="Calibri" w:cs="Calibri"/>
        </w:rPr>
        <w:t xml:space="preserve">În cazul bifării cu NU la oricare din criterii proiectul se respinge. </w:t>
      </w:r>
    </w:p>
    <w:p w14:paraId="7129181E" w14:textId="77777777" w:rsidR="009945D9" w:rsidRPr="00110ECD" w:rsidRDefault="009945D9" w:rsidP="00FE4BED">
      <w:pPr>
        <w:rPr>
          <w:rFonts w:ascii="Calibri" w:hAnsi="Calibri" w:cs="Calibri"/>
        </w:rPr>
      </w:pPr>
    </w:p>
    <w:p w14:paraId="508F2D49" w14:textId="77777777" w:rsidR="009945D9" w:rsidRPr="00110ECD" w:rsidRDefault="009945D9" w:rsidP="00FE4BED">
      <w:pPr>
        <w:rPr>
          <w:rFonts w:ascii="Calibri" w:hAnsi="Calibri" w:cs="Calibri"/>
        </w:rPr>
      </w:pPr>
    </w:p>
    <w:p w14:paraId="1FC92310" w14:textId="77777777" w:rsidR="00F5775A" w:rsidRPr="00110ECD" w:rsidRDefault="009945D9" w:rsidP="0026634B">
      <w:pPr>
        <w:jc w:val="both"/>
        <w:rPr>
          <w:rFonts w:ascii="Calibri" w:hAnsi="Calibri" w:cs="Calibri"/>
        </w:rPr>
      </w:pPr>
      <w:r w:rsidRPr="00110ECD">
        <w:rPr>
          <w:rFonts w:ascii="Calibri" w:hAnsi="Calibri" w:cs="Calibri"/>
        </w:rPr>
        <w:t>Se pot formula recomandări (cu precizarea explicita a momentului prevăzut pentru soluționarea acestora) cu excepția criteriilor 5 și/sau 9 (oricare din cele dou</w:t>
      </w:r>
      <w:r w:rsidR="0026634B">
        <w:rPr>
          <w:rFonts w:ascii="Calibri" w:hAnsi="Calibri" w:cs="Calibri"/>
        </w:rPr>
        <w:t>ă</w:t>
      </w:r>
      <w:r w:rsidRPr="00110ECD">
        <w:rPr>
          <w:rFonts w:ascii="Calibri" w:hAnsi="Calibri" w:cs="Calibri"/>
        </w:rPr>
        <w:t>, sau ambele simultan) din cadrul Secțiunii II.</w:t>
      </w:r>
    </w:p>
    <w:sectPr w:rsidR="00F5775A" w:rsidRPr="00110ECD" w:rsidSect="00EB41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06" w:bottom="1985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1C466F" w14:textId="77777777" w:rsidR="00B1126E" w:rsidRDefault="00B1126E">
      <w:r>
        <w:separator/>
      </w:r>
    </w:p>
  </w:endnote>
  <w:endnote w:type="continuationSeparator" w:id="0">
    <w:p w14:paraId="5699BB61" w14:textId="77777777" w:rsidR="00B1126E" w:rsidRDefault="00B11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BFD50" w14:textId="77777777" w:rsidR="0098082E" w:rsidRDefault="0098082E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 w14:paraId="250AB184" w14:textId="77777777">
      <w:trPr>
        <w:cantSplit/>
        <w:trHeight w:hRule="exact" w:val="340"/>
        <w:hidden/>
      </w:trPr>
      <w:tc>
        <w:tcPr>
          <w:tcW w:w="9210" w:type="dxa"/>
        </w:tcPr>
        <w:p w14:paraId="10519696" w14:textId="77777777" w:rsidR="002B3BB9" w:rsidRDefault="002B3BB9">
          <w:pPr>
            <w:pStyle w:val="Subsol"/>
            <w:rPr>
              <w:vanish/>
              <w:sz w:val="20"/>
            </w:rPr>
          </w:pPr>
        </w:p>
      </w:tc>
    </w:tr>
  </w:tbl>
  <w:p w14:paraId="2648D133" w14:textId="77777777" w:rsidR="00F12E7F" w:rsidRDefault="00DD3280" w:rsidP="00F12E7F">
    <w:pPr>
      <w:pStyle w:val="Subsol"/>
    </w:pPr>
    <w:r>
      <w:rPr>
        <w:lang w:val="en-US" w:eastAsia="en-US"/>
      </w:rPr>
      <w:drawing>
        <wp:anchor distT="0" distB="0" distL="114300" distR="114300" simplePos="0" relativeHeight="251658240" behindDoc="0" locked="0" layoutInCell="1" allowOverlap="1" wp14:anchorId="7FE2FAB9" wp14:editId="41B98ACF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60F0DEE" wp14:editId="0A961810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0EE3C1" w14:textId="77777777"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41" type="#_x0000_t202" style="position:absolute;margin-left:23.95pt;margin-top:-1.85pt;width:188.2pt;height:24.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t1M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g3sbTmpWzBtZPoGC&#10;lQSBgRZh8MGiluo7Rj0MkRTrbzuqGEbNewGvIA6JlaxxGzKdR7BR55bNuYWKAqBSbDAalyszTqpd&#10;p/i2hkjjuxPyFl5OxZ2on7M6vDcYFI7bYajZSXS+d17Po3f5Cw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ibdTL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6192" behindDoc="0" locked="0" layoutInCell="1" allowOverlap="1" wp14:anchorId="3B25E4EC" wp14:editId="37CBF3AC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8706F2" w14:textId="77777777"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42" style="position:absolute;margin-left:-42.05pt;margin-top:-10.85pt;width:242.2pt;height:61.3pt;z-index:251656192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ZiI3mdojtk6usFZq+N6fBvXF+uv5uiI+9Gy63HTop5c+bqBR6&#10;viWp1e8ZL7Un5FeiELLqcmXotbaO6OoERyAAaPwcycrS5MfzbLDh1t8Vq90gt0s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CZiI3mdojtOrrBV6zjenwb1w/rr+b&#10;3sfejZtbjp0U8ufN1Ao9XxDU6yf1t/J+ZXohBy6jJm99bo7o6gRXMAAAAFx4OZNtTkx7++rv/BL4&#10;dbbJavfANEs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BW63jO&#10;n0+9cc87k7o6o+9HzazHj6K+VbzdQKLV8R1GsmecvMU+ZXohBy6jJmnyrbR3R1AiOQAAAAAAAncH&#10;yc3xLF3W8mXbR25Oor5+gGsWo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IWu4np9HExaeXk+ZXr+/ucc2px4eiZ3t3QCg1vFNRrN6zbkY/mV/PvQM2qyZujfk17oBBcQ&#10;AAAAAAAAAHTT35vUY7/NtEvWOeTkrPdINrE7xE965jpgH0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Bx1Oqw6WnKzZIr3R2z6IeMmWmKu97RAKDXcbzZ96YP1WPv+VPsQc2t&#10;vfeMfk1/EFWig+AAAAAAAAAAAAANnocnO6PDfvrC4wW5WGlu+Ad3s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B8tatKza0xWsdczPU+TMRG8ztAKbXcdrXfHpI5U/vJ6vuRM+ui&#10;N64umfnSCiy5cma83y3m9p7ZlBte17cq0zM+cHh8AAAAAAAAAAAAAAAGp4Fk5fDqx21mYWehtytP&#10;Ed07AsUg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EHX8VwaLev7TL8yJ6vTP&#10;Y4Z9VTD0e+t3QDO63X59bffJbavZSOqFfmz3zT5U9HZEdQIrmAAAAAAAAAAAAAAAAAAvvBrJ5ObH&#10;54sncOt0Xr94LxN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eM2bHgxzky2itY6&#10;5l5vetKza07RAKDX8cyZd8el3x0+d8qfYg59ba+9cXkx39sgqJmZneZ3lE6wfAAAAAAAAAAAAAAA&#10;AAAAAWng/k5GvmvZespOgttn274Bplk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C&#10;u4hxfDpN6U2yZe6OqPSj6jV0xeTXyr93cDO6rV5tXk5ea2/dEdUK/LlvltvefuBweAAAAAAAAAAA&#10;AAAAAAAAAAAErhuTmtfhtv8AK2dNNbk56T5wbBbg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PGXLTDjnJktFax1zL5a1aVm1p2iO0FBxHjd82+PS70p227Z9iBqNbN/Jxb1r39sgqEQHwAA&#10;AAAAAAAAAAAAAAAAAAAAAHqluRetu6dyJ2tE9wNtjtF8dbR2xErqs71ie+Aen0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RNdxHDoq+XPKyT1Ujrn2OWfUUwx09NuyIBmdbrs2tycrLbasdVI&#10;6oVubPfNbe09HZHZAIzmAAAAAAAAAAAAAAAAAAAAAAAAAAANfwrJznDsM9sV2W2ltytPSfNsCW6g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c9RijNp8mKflVmHnJXl47V74BirRNbTWeuJ2U0xtMwD4AAAAAAAAAAAAAAA&#10;AAAAAAAAAAAAAAAAAAvfBvJ05sfosm8Ot7+v3gvU4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LxPDz+gy026YjlR9zlqacvBePNuDIKkHwAAAAAAAAAAAAAAAAAAAAAA&#10;AAAAAAAAAH2szW0THXE7kTtO4NtgvzmGl47axK5pPKpWe+Ae3o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43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44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264FE155" wp14:editId="6184372B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3AE7ED" w14:textId="77777777"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03E031F0" w14:textId="77777777"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4AE87890" w14:textId="77777777" w:rsidR="00F12E7F" w:rsidRPr="00FA2B09" w:rsidRDefault="00275DCC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11</w:t>
                          </w:r>
                          <w:r w:rsidR="00F12E7F"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="00F12E7F"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45" type="#_x0000_t202" style="position:absolute;margin-left:311.1pt;margin-top:-2.15pt;width:216.1pt;height:50.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q7GNG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275DCC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11</w:t>
                    </w:r>
                    <w:r w:rsidR="00F12E7F"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="00F12E7F"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55168" behindDoc="0" locked="0" layoutInCell="1" allowOverlap="1" wp14:anchorId="28455CCA" wp14:editId="0805880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28E4680" w14:textId="77777777" w:rsidR="002B3BB9" w:rsidRDefault="002B3BB9">
    <w:pPr>
      <w:pStyle w:val="Subsol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9CD10" w14:textId="77777777" w:rsidR="00072DDE" w:rsidRDefault="00DD3280">
    <w:pPr>
      <w:pStyle w:val="Subsol"/>
    </w:pPr>
    <w:r>
      <w:rPr>
        <w:lang w:val="en-US" w:eastAsia="en-US"/>
      </w:rPr>
      <w:drawing>
        <wp:anchor distT="0" distB="0" distL="114300" distR="114300" simplePos="0" relativeHeight="251653120" behindDoc="0" locked="0" layoutInCell="1" allowOverlap="1" wp14:anchorId="5D35D1F7" wp14:editId="74C4CF10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2096" behindDoc="0" locked="0" layoutInCell="1" allowOverlap="1" wp14:anchorId="3D488CF4" wp14:editId="23543519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D5FA0B" w14:textId="77777777"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46" type="#_x0000_t202" style="position:absolute;margin-left:23.95pt;margin-top:-1.85pt;width:188.2pt;height:24.3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9NeuA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wr016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7085CC5B" wp14:editId="57FDBBD0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0D7EEA" w14:textId="77777777"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47" style="position:absolute;margin-left:-42.05pt;margin-top:-10.85pt;width:242.2pt;height:61.3pt;z-index:251651072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D7uQgZ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48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49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49024" behindDoc="0" locked="0" layoutInCell="1" allowOverlap="1" wp14:anchorId="3C1B0509" wp14:editId="739D0860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0BD9B3" w14:textId="77777777"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4FAB8F6E" w14:textId="77777777"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03AA3BEB" w14:textId="77777777"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</w:t>
                          </w:r>
                          <w:r w:rsidR="00275DCC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50" type="#_x0000_t202" style="position:absolute;margin-left:311.1pt;margin-top:-2.15pt;width:216.1pt;height:50.8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xASmwIAADw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</w:t>
                    </w:r>
                    <w:r w:rsidR="00275DCC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50048" behindDoc="0" locked="0" layoutInCell="1" allowOverlap="1" wp14:anchorId="6A575078" wp14:editId="32B706B4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66948C" w14:textId="77777777" w:rsidR="00B1126E" w:rsidRDefault="00B1126E">
      <w:r>
        <w:separator/>
      </w:r>
    </w:p>
  </w:footnote>
  <w:footnote w:type="continuationSeparator" w:id="0">
    <w:p w14:paraId="1FC0EA56" w14:textId="77777777" w:rsidR="00B1126E" w:rsidRDefault="00B112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9B1D1" w14:textId="77777777" w:rsidR="0098082E" w:rsidRDefault="00D66FA1">
    <w:pPr>
      <w:pStyle w:val="Antet"/>
    </w:pPr>
    <w:r>
      <w:pict w14:anchorId="6911322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2129126" o:spid="_x0000_s5122" type="#_x0000_t136" style="position:absolute;margin-left:0;margin-top:0;width:583.6pt;height:89.75pt;rotation:315;z-index:-251645952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41678" w14:textId="77777777" w:rsidR="00841C6A" w:rsidRPr="00841C6A" w:rsidRDefault="00D66FA1" w:rsidP="00841C6A">
    <w:pPr>
      <w:spacing w:line="330" w:lineRule="auto"/>
      <w:rPr>
        <w:rFonts w:ascii="Calibri" w:hAnsi="Calibri" w:cs="Calibri"/>
        <w:color w:val="808080"/>
        <w:spacing w:val="20"/>
        <w:sz w:val="22"/>
        <w:szCs w:val="22"/>
      </w:rPr>
    </w:pPr>
    <w:r>
      <w:pict w14:anchorId="53BE15E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2129127" o:spid="_x0000_s5123" type="#_x0000_t136" style="position:absolute;margin-left:0;margin-top:0;width:583.6pt;height:89.75pt;rotation:315;z-index:-251643904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  <w:r w:rsidR="00DD3280" w:rsidRPr="00841C6A">
      <w:rPr>
        <w:rFonts w:ascii="Calibri" w:hAnsi="Calibri" w:cs="Calibri"/>
        <w:sz w:val="22"/>
        <w:szCs w:val="22"/>
      </w:rPr>
      <mc:AlternateContent>
        <mc:Choice Requires="wpg">
          <w:drawing>
            <wp:anchor distT="0" distB="0" distL="114300" distR="114300" simplePos="0" relativeHeight="251666432" behindDoc="0" locked="0" layoutInCell="1" allowOverlap="1" wp14:anchorId="3E5A9675" wp14:editId="344ADD0C">
              <wp:simplePos x="0" y="0"/>
              <wp:positionH relativeFrom="column">
                <wp:posOffset>7953375</wp:posOffset>
              </wp:positionH>
              <wp:positionV relativeFrom="paragraph">
                <wp:posOffset>-276225</wp:posOffset>
              </wp:positionV>
              <wp:extent cx="1400175" cy="685800"/>
              <wp:effectExtent l="0" t="0" r="0" b="0"/>
              <wp:wrapNone/>
              <wp:docPr id="24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25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88EB94" w14:textId="77777777" w:rsidR="00841C6A" w:rsidRDefault="00841C6A" w:rsidP="00841C6A">
                            <w:pPr>
                              <w:spacing w:line="330" w:lineRule="auto"/>
                            </w:pPr>
                          </w:p>
                          <w:p w14:paraId="49C24B7B" w14:textId="77777777" w:rsidR="00841C6A" w:rsidRPr="00851382" w:rsidRDefault="00841C6A" w:rsidP="00841C6A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26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626.25pt;margin-top:-21.75pt;width:110.25pt;height:54pt;z-index:25166643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LSi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" filled="f" stroked="f">
                <v:textbox inset="2mm,0,7mm,0">
                  <w:txbxContent>
                    <w:p w:rsidR="00841C6A" w:rsidRDefault="00841C6A" w:rsidP="00841C6A">
                      <w:pPr>
                        <w:spacing w:line="330" w:lineRule="auto"/>
                      </w:pPr>
                    </w:p>
                    <w:p w:rsidR="00841C6A" w:rsidRPr="00851382" w:rsidRDefault="00841C6A" w:rsidP="00841C6A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" strokecolor="gray" strokeweight=".5pt"/>
            </v:group>
          </w:pict>
        </mc:Fallback>
      </mc:AlternateContent>
    </w:r>
    <w:r w:rsidR="00841C6A" w:rsidRPr="00841C6A">
      <w:rPr>
        <w:rFonts w:ascii="Calibri" w:hAnsi="Calibri" w:cs="Calibri"/>
        <w:color w:val="999999"/>
        <w:sz w:val="22"/>
        <w:szCs w:val="22"/>
      </w:rPr>
      <w:t xml:space="preserve">Pagina </w:t>
    </w:r>
    <w:r w:rsidR="00841C6A" w:rsidRPr="00841C6A">
      <w:rPr>
        <w:rFonts w:ascii="Calibri" w:hAnsi="Calibri" w:cs="Calibri"/>
        <w:color w:val="999999"/>
        <w:sz w:val="22"/>
        <w:szCs w:val="22"/>
      </w:rPr>
      <w:fldChar w:fldCharType="begin"/>
    </w:r>
    <w:r w:rsidR="00841C6A" w:rsidRPr="00841C6A">
      <w:rPr>
        <w:rFonts w:ascii="Calibri" w:hAnsi="Calibri" w:cs="Calibri"/>
        <w:color w:val="999999"/>
        <w:sz w:val="22"/>
        <w:szCs w:val="22"/>
      </w:rPr>
      <w:instrText xml:space="preserve"> PAGE </w:instrText>
    </w:r>
    <w:r w:rsidR="00841C6A" w:rsidRPr="00841C6A">
      <w:rPr>
        <w:rFonts w:ascii="Calibri" w:hAnsi="Calibri" w:cs="Calibri"/>
        <w:color w:val="999999"/>
        <w:sz w:val="22"/>
        <w:szCs w:val="22"/>
      </w:rPr>
      <w:fldChar w:fldCharType="separate"/>
    </w:r>
    <w:r w:rsidR="00586A0B">
      <w:rPr>
        <w:rFonts w:ascii="Calibri" w:hAnsi="Calibri" w:cs="Calibri"/>
        <w:color w:val="999999"/>
        <w:sz w:val="22"/>
        <w:szCs w:val="22"/>
      </w:rPr>
      <w:t>7</w:t>
    </w:r>
    <w:r w:rsidR="00841C6A" w:rsidRPr="00841C6A">
      <w:rPr>
        <w:rFonts w:ascii="Calibri" w:hAnsi="Calibri" w:cs="Calibri"/>
        <w:color w:val="999999"/>
        <w:sz w:val="22"/>
        <w:szCs w:val="22"/>
      </w:rPr>
      <w:fldChar w:fldCharType="end"/>
    </w:r>
    <w:r w:rsidR="00841C6A" w:rsidRPr="00841C6A">
      <w:rPr>
        <w:rFonts w:ascii="Calibri" w:hAnsi="Calibri" w:cs="Calibri"/>
        <w:color w:val="999999"/>
        <w:sz w:val="22"/>
        <w:szCs w:val="22"/>
      </w:rPr>
      <w:t xml:space="preserve"> din </w:t>
    </w:r>
    <w:r w:rsidR="00841C6A" w:rsidRPr="00841C6A">
      <w:rPr>
        <w:rFonts w:ascii="Calibri" w:hAnsi="Calibri" w:cs="Calibri"/>
        <w:color w:val="999999"/>
        <w:sz w:val="22"/>
        <w:szCs w:val="22"/>
      </w:rPr>
      <w:fldChar w:fldCharType="begin"/>
    </w:r>
    <w:r w:rsidR="00841C6A" w:rsidRPr="00841C6A">
      <w:rPr>
        <w:rFonts w:ascii="Calibri" w:hAnsi="Calibri" w:cs="Calibri"/>
        <w:color w:val="999999"/>
        <w:sz w:val="22"/>
        <w:szCs w:val="22"/>
      </w:rPr>
      <w:instrText xml:space="preserve"> NUMPAGES </w:instrText>
    </w:r>
    <w:r w:rsidR="00841C6A" w:rsidRPr="00841C6A">
      <w:rPr>
        <w:rFonts w:ascii="Calibri" w:hAnsi="Calibri" w:cs="Calibri"/>
        <w:color w:val="999999"/>
        <w:sz w:val="22"/>
        <w:szCs w:val="22"/>
      </w:rPr>
      <w:fldChar w:fldCharType="separate"/>
    </w:r>
    <w:r w:rsidR="00586A0B">
      <w:rPr>
        <w:rFonts w:ascii="Calibri" w:hAnsi="Calibri" w:cs="Calibri"/>
        <w:color w:val="999999"/>
        <w:sz w:val="22"/>
        <w:szCs w:val="22"/>
      </w:rPr>
      <w:t>7</w:t>
    </w:r>
    <w:r w:rsidR="00841C6A" w:rsidRPr="00841C6A">
      <w:rPr>
        <w:rFonts w:ascii="Calibri" w:hAnsi="Calibri" w:cs="Calibri"/>
        <w:color w:val="999999"/>
        <w:sz w:val="22"/>
        <w:szCs w:val="22"/>
      </w:rPr>
      <w:fldChar w:fldCharType="end"/>
    </w:r>
    <w:r w:rsidR="00841C6A" w:rsidRPr="00841C6A">
      <w:rPr>
        <w:rFonts w:ascii="Calibri" w:hAnsi="Calibri" w:cs="Calibri"/>
        <w:color w:val="999999"/>
        <w:sz w:val="22"/>
        <w:szCs w:val="22"/>
      </w:rPr>
      <w:t xml:space="preserve"> </w:t>
    </w:r>
    <w:r w:rsidR="00DD3280" w:rsidRPr="00841C6A">
      <w:rPr>
        <w:rFonts w:ascii="Calibri" w:hAnsi="Calibri" w:cs="Calibri"/>
        <w:sz w:val="22"/>
        <w:szCs w:val="22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370EE755" wp14:editId="51CD76C7">
              <wp:simplePos x="0" y="0"/>
              <wp:positionH relativeFrom="column">
                <wp:posOffset>8529320</wp:posOffset>
              </wp:positionH>
              <wp:positionV relativeFrom="paragraph">
                <wp:posOffset>318135</wp:posOffset>
              </wp:positionV>
              <wp:extent cx="1400175" cy="685800"/>
              <wp:effectExtent l="0" t="0" r="0" b="0"/>
              <wp:wrapNone/>
              <wp:docPr id="2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2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4ACF27" w14:textId="77777777" w:rsidR="00841C6A" w:rsidRDefault="00841C6A" w:rsidP="00841C6A">
                            <w:pPr>
                              <w:spacing w:line="330" w:lineRule="auto"/>
                            </w:pPr>
                          </w:p>
                          <w:p w14:paraId="52F9EB3A" w14:textId="77777777" w:rsidR="00841C6A" w:rsidRPr="00851382" w:rsidRDefault="00841C6A" w:rsidP="00841C6A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2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029" style="position:absolute;margin-left:671.6pt;margin-top:25.05pt;width:110.25pt;height:54pt;z-index:251665408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btJogMAALM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">
              <v:shape id="Text Box 13" o:spid="_x0000_s1030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" filled="f" stroked="f">
                <v:textbox inset="2mm,0,7mm,0">
                  <w:txbxContent>
                    <w:p w:rsidR="00841C6A" w:rsidRDefault="00841C6A" w:rsidP="00841C6A">
                      <w:pPr>
                        <w:spacing w:line="330" w:lineRule="auto"/>
                      </w:pPr>
                    </w:p>
                    <w:p w:rsidR="00841C6A" w:rsidRPr="00851382" w:rsidRDefault="00841C6A" w:rsidP="00841C6A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31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" strokecolor="gray" strokeweight=".5pt"/>
            </v:group>
          </w:pict>
        </mc:Fallback>
      </mc:AlternateContent>
    </w:r>
    <w:r w:rsidR="00DD3280" w:rsidRPr="00841C6A">
      <w:rPr>
        <w:rFonts w:ascii="Calibri" w:hAnsi="Calibri" w:cs="Calibri"/>
        <w:sz w:val="22"/>
        <w:szCs w:val="22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52529465" wp14:editId="4513DA4E">
              <wp:simplePos x="0" y="0"/>
              <wp:positionH relativeFrom="column">
                <wp:posOffset>8529320</wp:posOffset>
              </wp:positionH>
              <wp:positionV relativeFrom="paragraph">
                <wp:posOffset>318135</wp:posOffset>
              </wp:positionV>
              <wp:extent cx="1400175" cy="685800"/>
              <wp:effectExtent l="0" t="0" r="0" b="0"/>
              <wp:wrapNone/>
              <wp:docPr id="17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8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6E2A5F" w14:textId="77777777" w:rsidR="00841C6A" w:rsidRDefault="00841C6A" w:rsidP="00841C6A">
                            <w:pPr>
                              <w:spacing w:line="330" w:lineRule="auto"/>
                            </w:pPr>
                          </w:p>
                          <w:p w14:paraId="1A5C4579" w14:textId="77777777" w:rsidR="00841C6A" w:rsidRPr="00851382" w:rsidRDefault="00841C6A" w:rsidP="00841C6A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20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032" style="position:absolute;margin-left:671.6pt;margin-top:25.05pt;width:110.25pt;height:54pt;z-index:251664384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">
              <v:shape id="Text Box 13" o:spid="_x0000_s1033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" filled="f" stroked="f">
                <v:textbox inset="2mm,0,7mm,0">
                  <w:txbxContent>
                    <w:p w:rsidR="00841C6A" w:rsidRDefault="00841C6A" w:rsidP="00841C6A">
                      <w:pPr>
                        <w:spacing w:line="330" w:lineRule="auto"/>
                      </w:pPr>
                    </w:p>
                    <w:p w:rsidR="00841C6A" w:rsidRPr="00851382" w:rsidRDefault="00841C6A" w:rsidP="00841C6A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34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" strokecolor="gray" strokeweight=".5pt"/>
            </v:group>
          </w:pict>
        </mc:Fallback>
      </mc:AlternateContent>
    </w:r>
    <w:r w:rsidR="00DD3280" w:rsidRPr="00841C6A">
      <w:rPr>
        <w:rFonts w:ascii="Calibri" w:hAnsi="Calibri" w:cs="Calibri"/>
        <w:sz w:val="22"/>
        <w:szCs w:val="22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25AAC698" wp14:editId="23916A0C">
              <wp:simplePos x="0" y="0"/>
              <wp:positionH relativeFrom="column">
                <wp:posOffset>8529320</wp:posOffset>
              </wp:positionH>
              <wp:positionV relativeFrom="paragraph">
                <wp:posOffset>318135</wp:posOffset>
              </wp:positionV>
              <wp:extent cx="1400175" cy="685800"/>
              <wp:effectExtent l="0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5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662117" w14:textId="77777777" w:rsidR="00841C6A" w:rsidRDefault="00841C6A" w:rsidP="00841C6A">
                            <w:pPr>
                              <w:spacing w:line="330" w:lineRule="auto"/>
                            </w:pPr>
                          </w:p>
                          <w:p w14:paraId="4A105243" w14:textId="77777777" w:rsidR="00841C6A" w:rsidRPr="00851382" w:rsidRDefault="00841C6A" w:rsidP="00841C6A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6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035" style="position:absolute;margin-left:671.6pt;margin-top:25.05pt;width:110.25pt;height:54pt;z-index:251662336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">
              <v:shape id="Text Box 13" o:spid="_x0000_s1036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" filled="f" stroked="f">
                <v:textbox inset="2mm,0,7mm,0">
                  <w:txbxContent>
                    <w:p w:rsidR="00841C6A" w:rsidRDefault="00841C6A" w:rsidP="00841C6A">
                      <w:pPr>
                        <w:spacing w:line="330" w:lineRule="auto"/>
                      </w:pPr>
                    </w:p>
                    <w:p w:rsidR="00841C6A" w:rsidRPr="00851382" w:rsidRDefault="00841C6A" w:rsidP="00841C6A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37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" strokecolor="gray" strokeweight=".5pt"/>
            </v:group>
          </w:pict>
        </mc:Fallback>
      </mc:AlternateContent>
    </w:r>
    <w:r w:rsidR="00DD3280" w:rsidRPr="00841C6A">
      <w:rPr>
        <w:rFonts w:ascii="Calibri" w:hAnsi="Calibri" w:cs="Calibri"/>
        <w:sz w:val="22"/>
        <w:szCs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C9E0403" wp14:editId="750C9CA9">
              <wp:simplePos x="0" y="0"/>
              <wp:positionH relativeFrom="column">
                <wp:posOffset>8529320</wp:posOffset>
              </wp:positionH>
              <wp:positionV relativeFrom="paragraph">
                <wp:posOffset>318135</wp:posOffset>
              </wp:positionV>
              <wp:extent cx="1400175" cy="685800"/>
              <wp:effectExtent l="0" t="0" r="0" b="0"/>
              <wp:wrapNone/>
              <wp:docPr id="12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3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3DFBE7" w14:textId="77777777" w:rsidR="00841C6A" w:rsidRDefault="00841C6A" w:rsidP="00841C6A">
                            <w:pPr>
                              <w:spacing w:line="330" w:lineRule="auto"/>
                            </w:pPr>
                          </w:p>
                          <w:p w14:paraId="3CF5A243" w14:textId="77777777" w:rsidR="00841C6A" w:rsidRPr="00851382" w:rsidRDefault="00841C6A" w:rsidP="00841C6A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4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038" style="position:absolute;margin-left:671.6pt;margin-top:25.05pt;width:110.25pt;height:54pt;z-index:251663360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">
              <v:shape id="Text Box 13" o:spid="_x0000_s1039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" filled="f" stroked="f">
                <v:textbox inset="2mm,0,7mm,0">
                  <w:txbxContent>
                    <w:p w:rsidR="00841C6A" w:rsidRDefault="00841C6A" w:rsidP="00841C6A">
                      <w:pPr>
                        <w:spacing w:line="330" w:lineRule="auto"/>
                      </w:pPr>
                    </w:p>
                    <w:p w:rsidR="00841C6A" w:rsidRPr="00851382" w:rsidRDefault="00841C6A" w:rsidP="00841C6A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40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" strokecolor="gray" strokeweight=".5pt"/>
            </v:group>
          </w:pict>
        </mc:Fallback>
      </mc:AlternateContent>
    </w:r>
    <w:r w:rsidR="00841C6A" w:rsidRPr="00841C6A">
      <w:rPr>
        <w:rFonts w:ascii="Calibri" w:hAnsi="Calibri" w:cs="Calibri"/>
        <w:sz w:val="22"/>
        <w:szCs w:val="22"/>
      </w:rPr>
      <w:t xml:space="preserve">                                   </w:t>
    </w:r>
    <w:r w:rsidR="00841C6A">
      <w:rPr>
        <w:rFonts w:ascii="Calibri" w:hAnsi="Calibri" w:cs="Calibri"/>
        <w:sz w:val="22"/>
        <w:szCs w:val="22"/>
      </w:rPr>
      <w:t xml:space="preserve">           </w:t>
    </w:r>
    <w:r w:rsidR="00841C6A" w:rsidRPr="00841C6A">
      <w:rPr>
        <w:rFonts w:ascii="Calibri" w:hAnsi="Calibri" w:cs="Calibri"/>
        <w:sz w:val="22"/>
        <w:szCs w:val="22"/>
      </w:rPr>
      <w:t xml:space="preserve">                                                                                            </w:t>
    </w:r>
    <w:r w:rsidR="00841C6A" w:rsidRPr="00841C6A">
      <w:rPr>
        <w:rFonts w:ascii="Calibri" w:hAnsi="Calibri" w:cs="Calibri"/>
        <w:color w:val="808080"/>
        <w:spacing w:val="20"/>
        <w:sz w:val="22"/>
        <w:szCs w:val="22"/>
      </w:rPr>
      <w:t>ADR CENTRU</w:t>
    </w:r>
  </w:p>
  <w:p w14:paraId="7A7EE45D" w14:textId="77777777" w:rsidR="00841C6A" w:rsidRDefault="00841C6A">
    <w:pPr>
      <w:pStyle w:val="Ante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9BD79" w14:textId="77777777" w:rsidR="00EB4182" w:rsidRDefault="00D66FA1" w:rsidP="00EB4182">
    <w:pPr>
      <w:pStyle w:val="Antet"/>
      <w:tabs>
        <w:tab w:val="clear" w:pos="4536"/>
        <w:tab w:val="clear" w:pos="9072"/>
        <w:tab w:val="left" w:pos="6473"/>
      </w:tabs>
    </w:pPr>
    <w:r>
      <w:pict w14:anchorId="573F40F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2129125" o:spid="_x0000_s5121" type="#_x0000_t136" style="position:absolute;margin-left:0;margin-top:0;width:583.6pt;height:89.75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  <w:r w:rsidR="00DD3280">
      <w:drawing>
        <wp:anchor distT="0" distB="0" distL="114300" distR="114300" simplePos="0" relativeHeight="251659264" behindDoc="0" locked="0" layoutInCell="1" allowOverlap="1" wp14:anchorId="30AB2855" wp14:editId="313702FF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38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D3280">
      <w:drawing>
        <wp:anchor distT="0" distB="0" distL="114300" distR="114300" simplePos="0" relativeHeight="251660288" behindDoc="0" locked="0" layoutInCell="1" allowOverlap="1" wp14:anchorId="267ABA5E" wp14:editId="4D4C77CC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39" name="Picture 2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D3280">
      <w:drawing>
        <wp:anchor distT="0" distB="0" distL="114300" distR="114300" simplePos="0" relativeHeight="251661312" behindDoc="0" locked="0" layoutInCell="1" allowOverlap="1" wp14:anchorId="099CAA2D" wp14:editId="5A392463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40" name="Picture 1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B4182">
      <w:t xml:space="preserve">   </w:t>
    </w:r>
    <w:r w:rsidR="00EB4182">
      <w:tab/>
    </w:r>
  </w:p>
  <w:p w14:paraId="46A6A0AD" w14:textId="77777777" w:rsidR="00EB4182" w:rsidRDefault="00EB4182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30E25"/>
    <w:multiLevelType w:val="multilevel"/>
    <w:tmpl w:val="A8C0578C"/>
    <w:lvl w:ilvl="0">
      <w:numFmt w:val="bullet"/>
      <w:lvlText w:val="o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" w15:restartNumberingAfterBreak="0">
    <w:nsid w:val="09D444D3"/>
    <w:multiLevelType w:val="multilevel"/>
    <w:tmpl w:val="4DBA3AB8"/>
    <w:lvl w:ilvl="0">
      <w:numFmt w:val="bullet"/>
      <w:lvlText w:val="o"/>
      <w:lvlJc w:val="left"/>
      <w:pPr>
        <w:tabs>
          <w:tab w:val="num" w:pos="0"/>
        </w:tabs>
        <w:ind w:left="70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0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8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13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74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357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966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576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" w15:restartNumberingAfterBreak="0">
    <w:nsid w:val="0A324481"/>
    <w:multiLevelType w:val="hybridMultilevel"/>
    <w:tmpl w:val="BB96F3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7D3DCB"/>
    <w:multiLevelType w:val="multilevel"/>
    <w:tmpl w:val="A702A224"/>
    <w:lvl w:ilvl="0">
      <w:numFmt w:val="bullet"/>
      <w:lvlText w:val="-"/>
      <w:lvlJc w:val="left"/>
      <w:pPr>
        <w:tabs>
          <w:tab w:val="num" w:pos="0"/>
        </w:tabs>
        <w:ind w:left="88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4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F21F34"/>
    <w:multiLevelType w:val="hybridMultilevel"/>
    <w:tmpl w:val="71ECC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4055A3"/>
    <w:multiLevelType w:val="hybridMultilevel"/>
    <w:tmpl w:val="A6AA48D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94622F"/>
    <w:multiLevelType w:val="hybridMultilevel"/>
    <w:tmpl w:val="E1E475DA"/>
    <w:lvl w:ilvl="0" w:tplc="04090017">
      <w:start w:val="1"/>
      <w:numFmt w:val="lowerLetter"/>
      <w:lvlText w:val="%1)"/>
      <w:lvlJc w:val="left"/>
      <w:pPr>
        <w:ind w:left="1069" w:hanging="360"/>
      </w:p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</w:lvl>
    <w:lvl w:ilvl="3" w:tplc="0418000F" w:tentative="1">
      <w:start w:val="1"/>
      <w:numFmt w:val="decimal"/>
      <w:lvlText w:val="%4."/>
      <w:lvlJc w:val="left"/>
      <w:pPr>
        <w:ind w:left="3229" w:hanging="360"/>
      </w:p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</w:lvl>
    <w:lvl w:ilvl="6" w:tplc="0418000F" w:tentative="1">
      <w:start w:val="1"/>
      <w:numFmt w:val="decimal"/>
      <w:lvlText w:val="%7."/>
      <w:lvlJc w:val="left"/>
      <w:pPr>
        <w:ind w:left="5389" w:hanging="360"/>
      </w:p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E230F79"/>
    <w:multiLevelType w:val="multilevel"/>
    <w:tmpl w:val="73FC1D4E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0" w15:restartNumberingAfterBreak="0">
    <w:nsid w:val="44DD1C5D"/>
    <w:multiLevelType w:val="multilevel"/>
    <w:tmpl w:val="97F4E718"/>
    <w:lvl w:ilvl="0">
      <w:numFmt w:val="bullet"/>
      <w:lvlText w:val="-"/>
      <w:lvlJc w:val="left"/>
      <w:pPr>
        <w:tabs>
          <w:tab w:val="num" w:pos="-708"/>
        </w:tabs>
        <w:ind w:left="480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-708"/>
        </w:tabs>
        <w:ind w:left="103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-708"/>
        </w:tabs>
        <w:ind w:left="159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-708"/>
        </w:tabs>
        <w:ind w:left="2156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-708"/>
        </w:tabs>
        <w:ind w:left="271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-708"/>
        </w:tabs>
        <w:ind w:left="3279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-708"/>
        </w:tabs>
        <w:ind w:left="384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-708"/>
        </w:tabs>
        <w:ind w:left="44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-708"/>
        </w:tabs>
        <w:ind w:left="4964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1" w15:restartNumberingAfterBreak="0">
    <w:nsid w:val="500D5AB5"/>
    <w:multiLevelType w:val="multilevel"/>
    <w:tmpl w:val="3190E0EE"/>
    <w:lvl w:ilvl="0">
      <w:numFmt w:val="bullet"/>
      <w:lvlText w:val="-"/>
      <w:lvlJc w:val="left"/>
      <w:pPr>
        <w:tabs>
          <w:tab w:val="num" w:pos="0"/>
        </w:tabs>
        <w:ind w:left="852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5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4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40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34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2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14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8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2" w15:restartNumberingAfterBreak="0">
    <w:nsid w:val="532A3819"/>
    <w:multiLevelType w:val="multilevel"/>
    <w:tmpl w:val="92B6C0EC"/>
    <w:lvl w:ilvl="0">
      <w:numFmt w:val="bullet"/>
      <w:lvlText w:val="o"/>
      <w:lvlJc w:val="left"/>
      <w:pPr>
        <w:tabs>
          <w:tab w:val="num" w:pos="0"/>
        </w:tabs>
        <w:ind w:left="70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0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8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13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74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357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966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576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3" w15:restartNumberingAfterBreak="0">
    <w:nsid w:val="54BC08FB"/>
    <w:multiLevelType w:val="multilevel"/>
    <w:tmpl w:val="4CAA9574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4" w15:restartNumberingAfterBreak="0">
    <w:nsid w:val="5D1652F5"/>
    <w:multiLevelType w:val="hybridMultilevel"/>
    <w:tmpl w:val="A6BCED40"/>
    <w:lvl w:ilvl="0" w:tplc="457C12AC">
      <w:start w:val="1"/>
      <w:numFmt w:val="lowerLetter"/>
      <w:lvlText w:val="%1)"/>
      <w:lvlJc w:val="left"/>
      <w:pPr>
        <w:ind w:left="827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47" w:hanging="360"/>
      </w:pPr>
    </w:lvl>
    <w:lvl w:ilvl="2" w:tplc="0418001B" w:tentative="1">
      <w:start w:val="1"/>
      <w:numFmt w:val="lowerRoman"/>
      <w:lvlText w:val="%3."/>
      <w:lvlJc w:val="right"/>
      <w:pPr>
        <w:ind w:left="2267" w:hanging="180"/>
      </w:pPr>
    </w:lvl>
    <w:lvl w:ilvl="3" w:tplc="0418000F" w:tentative="1">
      <w:start w:val="1"/>
      <w:numFmt w:val="decimal"/>
      <w:lvlText w:val="%4."/>
      <w:lvlJc w:val="left"/>
      <w:pPr>
        <w:ind w:left="2987" w:hanging="360"/>
      </w:pPr>
    </w:lvl>
    <w:lvl w:ilvl="4" w:tplc="04180019" w:tentative="1">
      <w:start w:val="1"/>
      <w:numFmt w:val="lowerLetter"/>
      <w:lvlText w:val="%5."/>
      <w:lvlJc w:val="left"/>
      <w:pPr>
        <w:ind w:left="3707" w:hanging="360"/>
      </w:pPr>
    </w:lvl>
    <w:lvl w:ilvl="5" w:tplc="0418001B" w:tentative="1">
      <w:start w:val="1"/>
      <w:numFmt w:val="lowerRoman"/>
      <w:lvlText w:val="%6."/>
      <w:lvlJc w:val="right"/>
      <w:pPr>
        <w:ind w:left="4427" w:hanging="180"/>
      </w:pPr>
    </w:lvl>
    <w:lvl w:ilvl="6" w:tplc="0418000F" w:tentative="1">
      <w:start w:val="1"/>
      <w:numFmt w:val="decimal"/>
      <w:lvlText w:val="%7."/>
      <w:lvlJc w:val="left"/>
      <w:pPr>
        <w:ind w:left="5147" w:hanging="360"/>
      </w:pPr>
    </w:lvl>
    <w:lvl w:ilvl="7" w:tplc="04180019" w:tentative="1">
      <w:start w:val="1"/>
      <w:numFmt w:val="lowerLetter"/>
      <w:lvlText w:val="%8."/>
      <w:lvlJc w:val="left"/>
      <w:pPr>
        <w:ind w:left="5867" w:hanging="360"/>
      </w:pPr>
    </w:lvl>
    <w:lvl w:ilvl="8" w:tplc="0418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15" w15:restartNumberingAfterBreak="0">
    <w:nsid w:val="62CB574D"/>
    <w:multiLevelType w:val="hybridMultilevel"/>
    <w:tmpl w:val="D72C3CB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516B25"/>
    <w:multiLevelType w:val="hybridMultilevel"/>
    <w:tmpl w:val="60BA545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D130F3"/>
    <w:multiLevelType w:val="hybridMultilevel"/>
    <w:tmpl w:val="D72C3CB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9E5699"/>
    <w:multiLevelType w:val="multilevel"/>
    <w:tmpl w:val="F34E90E8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9" w15:restartNumberingAfterBreak="0">
    <w:nsid w:val="7DBF64DD"/>
    <w:multiLevelType w:val="multilevel"/>
    <w:tmpl w:val="6E32D396"/>
    <w:lvl w:ilvl="0">
      <w:numFmt w:val="bullet"/>
      <w:lvlText w:val="o"/>
      <w:lvlJc w:val="left"/>
      <w:pPr>
        <w:tabs>
          <w:tab w:val="num" w:pos="0"/>
        </w:tabs>
        <w:ind w:left="883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0" w15:restartNumberingAfterBreak="0">
    <w:nsid w:val="7F023797"/>
    <w:multiLevelType w:val="multilevel"/>
    <w:tmpl w:val="D62CE416"/>
    <w:lvl w:ilvl="0">
      <w:numFmt w:val="bullet"/>
      <w:lvlText w:val="-"/>
      <w:lvlJc w:val="left"/>
      <w:pPr>
        <w:tabs>
          <w:tab w:val="num" w:pos="0"/>
        </w:tabs>
        <w:ind w:left="88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num w:numId="1" w16cid:durableId="1422336585">
    <w:abstractNumId w:val="7"/>
  </w:num>
  <w:num w:numId="2" w16cid:durableId="2052536262">
    <w:abstractNumId w:val="4"/>
  </w:num>
  <w:num w:numId="3" w16cid:durableId="155859217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4515998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07826846">
    <w:abstractNumId w:val="16"/>
  </w:num>
  <w:num w:numId="6" w16cid:durableId="1537888750">
    <w:abstractNumId w:val="1"/>
  </w:num>
  <w:num w:numId="7" w16cid:durableId="1950165425">
    <w:abstractNumId w:val="15"/>
  </w:num>
  <w:num w:numId="8" w16cid:durableId="1883592098">
    <w:abstractNumId w:val="13"/>
  </w:num>
  <w:num w:numId="9" w16cid:durableId="556479549">
    <w:abstractNumId w:val="19"/>
  </w:num>
  <w:num w:numId="10" w16cid:durableId="134875263">
    <w:abstractNumId w:val="0"/>
  </w:num>
  <w:num w:numId="11" w16cid:durableId="1090080195">
    <w:abstractNumId w:val="10"/>
  </w:num>
  <w:num w:numId="12" w16cid:durableId="805469603">
    <w:abstractNumId w:val="6"/>
  </w:num>
  <w:num w:numId="13" w16cid:durableId="1807234103">
    <w:abstractNumId w:val="11"/>
  </w:num>
  <w:num w:numId="14" w16cid:durableId="775910037">
    <w:abstractNumId w:val="9"/>
  </w:num>
  <w:num w:numId="15" w16cid:durableId="533274802">
    <w:abstractNumId w:val="18"/>
  </w:num>
  <w:num w:numId="16" w16cid:durableId="1818296750">
    <w:abstractNumId w:val="12"/>
  </w:num>
  <w:num w:numId="17" w16cid:durableId="882210336">
    <w:abstractNumId w:val="3"/>
  </w:num>
  <w:num w:numId="18" w16cid:durableId="1764757904">
    <w:abstractNumId w:val="17"/>
  </w:num>
  <w:num w:numId="19" w16cid:durableId="166948179">
    <w:abstractNumId w:val="20"/>
  </w:num>
  <w:num w:numId="20" w16cid:durableId="1162543314">
    <w:abstractNumId w:val="2"/>
  </w:num>
  <w:num w:numId="21" w16cid:durableId="498616956">
    <w:abstractNumId w:val="8"/>
  </w:num>
  <w:num w:numId="22" w16cid:durableId="134289945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5124"/>
    <o:shapelayout v:ext="edit">
      <o:idmap v:ext="edit" data="5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BB9"/>
    <w:rsid w:val="00015620"/>
    <w:rsid w:val="00072DDE"/>
    <w:rsid w:val="00080850"/>
    <w:rsid w:val="0009018B"/>
    <w:rsid w:val="00094830"/>
    <w:rsid w:val="000C2AAE"/>
    <w:rsid w:val="00110ECD"/>
    <w:rsid w:val="001175F2"/>
    <w:rsid w:val="0013273C"/>
    <w:rsid w:val="001357F6"/>
    <w:rsid w:val="00144BFD"/>
    <w:rsid w:val="001679F8"/>
    <w:rsid w:val="001726E9"/>
    <w:rsid w:val="001A637E"/>
    <w:rsid w:val="001D40CB"/>
    <w:rsid w:val="001D7627"/>
    <w:rsid w:val="001E4AAE"/>
    <w:rsid w:val="001E7798"/>
    <w:rsid w:val="001F5B4D"/>
    <w:rsid w:val="0026634B"/>
    <w:rsid w:val="00275DCC"/>
    <w:rsid w:val="00291C3B"/>
    <w:rsid w:val="002B3BB9"/>
    <w:rsid w:val="002E07E9"/>
    <w:rsid w:val="002F1246"/>
    <w:rsid w:val="003221D7"/>
    <w:rsid w:val="00351F71"/>
    <w:rsid w:val="00353C41"/>
    <w:rsid w:val="00362E1D"/>
    <w:rsid w:val="00376CFE"/>
    <w:rsid w:val="00381D3E"/>
    <w:rsid w:val="00385A87"/>
    <w:rsid w:val="003E2E03"/>
    <w:rsid w:val="003F4311"/>
    <w:rsid w:val="00474F02"/>
    <w:rsid w:val="00475AD3"/>
    <w:rsid w:val="004841C7"/>
    <w:rsid w:val="00486AF3"/>
    <w:rsid w:val="004E277C"/>
    <w:rsid w:val="00523BEA"/>
    <w:rsid w:val="005705BF"/>
    <w:rsid w:val="00586A0B"/>
    <w:rsid w:val="005A6B00"/>
    <w:rsid w:val="005C21C9"/>
    <w:rsid w:val="005C7AFF"/>
    <w:rsid w:val="00643AC4"/>
    <w:rsid w:val="006607E6"/>
    <w:rsid w:val="006661AF"/>
    <w:rsid w:val="00670051"/>
    <w:rsid w:val="006835FF"/>
    <w:rsid w:val="006B6B2C"/>
    <w:rsid w:val="006B79B9"/>
    <w:rsid w:val="006C514E"/>
    <w:rsid w:val="006C67CE"/>
    <w:rsid w:val="0071191E"/>
    <w:rsid w:val="007209E0"/>
    <w:rsid w:val="00744EC4"/>
    <w:rsid w:val="00754551"/>
    <w:rsid w:val="00776028"/>
    <w:rsid w:val="007A69A6"/>
    <w:rsid w:val="007C403D"/>
    <w:rsid w:val="007D2191"/>
    <w:rsid w:val="00841C6A"/>
    <w:rsid w:val="00851382"/>
    <w:rsid w:val="00861926"/>
    <w:rsid w:val="00882701"/>
    <w:rsid w:val="0088290B"/>
    <w:rsid w:val="008B3D4E"/>
    <w:rsid w:val="008C26CE"/>
    <w:rsid w:val="008E7688"/>
    <w:rsid w:val="00907D45"/>
    <w:rsid w:val="00936CF8"/>
    <w:rsid w:val="0095716B"/>
    <w:rsid w:val="0098082E"/>
    <w:rsid w:val="009945D9"/>
    <w:rsid w:val="009B17E4"/>
    <w:rsid w:val="009C6F66"/>
    <w:rsid w:val="009F711B"/>
    <w:rsid w:val="00AC3124"/>
    <w:rsid w:val="00AE26E4"/>
    <w:rsid w:val="00AE4990"/>
    <w:rsid w:val="00AF0DE7"/>
    <w:rsid w:val="00B1126E"/>
    <w:rsid w:val="00B15233"/>
    <w:rsid w:val="00B81BF6"/>
    <w:rsid w:val="00BB1052"/>
    <w:rsid w:val="00BD3175"/>
    <w:rsid w:val="00BF41C3"/>
    <w:rsid w:val="00C05C7A"/>
    <w:rsid w:val="00C46F48"/>
    <w:rsid w:val="00C564B2"/>
    <w:rsid w:val="00C82AD1"/>
    <w:rsid w:val="00C916A3"/>
    <w:rsid w:val="00CC6C98"/>
    <w:rsid w:val="00D01958"/>
    <w:rsid w:val="00D21C8F"/>
    <w:rsid w:val="00D22014"/>
    <w:rsid w:val="00D344D3"/>
    <w:rsid w:val="00D368D4"/>
    <w:rsid w:val="00D546B8"/>
    <w:rsid w:val="00D63E35"/>
    <w:rsid w:val="00D66FA1"/>
    <w:rsid w:val="00D94812"/>
    <w:rsid w:val="00D96085"/>
    <w:rsid w:val="00D966DD"/>
    <w:rsid w:val="00DD113C"/>
    <w:rsid w:val="00DD3280"/>
    <w:rsid w:val="00E02CBD"/>
    <w:rsid w:val="00E32BBC"/>
    <w:rsid w:val="00E46578"/>
    <w:rsid w:val="00E615D2"/>
    <w:rsid w:val="00E753B1"/>
    <w:rsid w:val="00EB4182"/>
    <w:rsid w:val="00EB7F6D"/>
    <w:rsid w:val="00EC67EE"/>
    <w:rsid w:val="00ED5174"/>
    <w:rsid w:val="00EF6CD7"/>
    <w:rsid w:val="00F12E7F"/>
    <w:rsid w:val="00F167CD"/>
    <w:rsid w:val="00F54BC8"/>
    <w:rsid w:val="00F5775A"/>
    <w:rsid w:val="00F97AE0"/>
    <w:rsid w:val="00FD2955"/>
    <w:rsid w:val="00FD5429"/>
    <w:rsid w:val="00FE4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4"/>
    <o:shapelayout v:ext="edit">
      <o:idmap v:ext="edit" data="1"/>
    </o:shapelayout>
  </w:shapeDefaults>
  <w:decimalSymbol w:val="."/>
  <w:listSeparator w:val=","/>
  <w14:docId w14:val="65B38598"/>
  <w15:chartTrackingRefBased/>
  <w15:docId w15:val="{36B80E4B-2BD1-4384-B9BD-D7A12777D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 Narrow" w:hAnsi="Arial Narrow"/>
      <w:noProof/>
      <w:sz w:val="24"/>
      <w:szCs w:val="24"/>
      <w:lang w:eastAsia="de-DE"/>
    </w:rPr>
  </w:style>
  <w:style w:type="paragraph" w:styleId="Titlu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aliases w:val="Podpodkapitola,adpis 3,KopCat. 3,Numbered - 3"/>
    <w:basedOn w:val="Normal"/>
    <w:next w:val="Normal"/>
    <w:link w:val="Titlu3Caracter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</w:style>
  <w:style w:type="character" w:styleId="Hyperlink">
    <w:name w:val="Hyperlink"/>
    <w:rPr>
      <w:color w:val="0000FF"/>
      <w:u w:val="single"/>
    </w:rPr>
  </w:style>
  <w:style w:type="character" w:styleId="HyperlinkParcurs">
    <w:name w:val="FollowedHyperlink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Corptext">
    <w:name w:val="Body Text"/>
    <w:basedOn w:val="Normal"/>
    <w:pPr>
      <w:jc w:val="both"/>
    </w:p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TextnBalon">
    <w:name w:val="Balloon Text"/>
    <w:basedOn w:val="Normal"/>
    <w:link w:val="TextnBalonCaracter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xl47">
    <w:name w:val="xl47"/>
    <w:basedOn w:val="Normal"/>
    <w:rsid w:val="00F167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Times New Roman" w:hAnsi="Times New Roman"/>
      <w:szCs w:val="20"/>
      <w:lang w:val="fr-FR" w:eastAsia="ro-RO"/>
    </w:rPr>
  </w:style>
  <w:style w:type="character" w:customStyle="1" w:styleId="AntetCaracter">
    <w:name w:val="Antet Caracter"/>
    <w:link w:val="Antet"/>
    <w:rsid w:val="00744EC4"/>
    <w:rPr>
      <w:rFonts w:ascii="Arial Narrow" w:hAnsi="Arial Narrow"/>
      <w:sz w:val="24"/>
      <w:szCs w:val="24"/>
      <w:lang w:eastAsia="de-DE"/>
    </w:rPr>
  </w:style>
  <w:style w:type="paragraph" w:customStyle="1" w:styleId="TableParagraph">
    <w:name w:val="Table Paragraph"/>
    <w:basedOn w:val="Normal"/>
    <w:uiPriority w:val="1"/>
    <w:qFormat/>
    <w:rsid w:val="00F5775A"/>
    <w:pPr>
      <w:widowControl w:val="0"/>
      <w:suppressAutoHyphens/>
    </w:pPr>
    <w:rPr>
      <w:rFonts w:ascii="Trebuchet MS" w:eastAsia="Trebuchet MS" w:hAnsi="Trebuchet MS" w:cs="Trebuchet MS"/>
      <w:sz w:val="22"/>
      <w:szCs w:val="22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F5775A"/>
    <w:pPr>
      <w:suppressAutoHyphens/>
    </w:pPr>
    <w:rPr>
      <w:rFonts w:ascii="Calibri" w:eastAsia="Calibri" w:hAnsi="Calibri" w:cs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qFormat/>
    <w:rsid w:val="00F5775A"/>
    <w:pPr>
      <w:suppressAutoHyphens/>
    </w:pPr>
    <w:rPr>
      <w:rFonts w:eastAsia="Calibri"/>
      <w:color w:val="000000"/>
      <w:sz w:val="24"/>
      <w:szCs w:val="24"/>
      <w:lang w:val="en-US" w:eastAsia="en-US"/>
    </w:rPr>
  </w:style>
  <w:style w:type="paragraph" w:styleId="Listparagraf">
    <w:name w:val="List Paragraph"/>
    <w:basedOn w:val="Normal"/>
    <w:uiPriority w:val="1"/>
    <w:qFormat/>
    <w:rsid w:val="006C67CE"/>
    <w:pPr>
      <w:widowControl w:val="0"/>
      <w:suppressAutoHyphens/>
    </w:pPr>
    <w:rPr>
      <w:rFonts w:ascii="Trebuchet MS" w:eastAsia="Trebuchet MS" w:hAnsi="Trebuchet MS" w:cs="Trebuchet MS"/>
      <w:sz w:val="22"/>
      <w:szCs w:val="22"/>
      <w:lang w:eastAsia="en-US"/>
    </w:rPr>
  </w:style>
  <w:style w:type="character" w:customStyle="1" w:styleId="Titlu3Caracter">
    <w:name w:val="Titlu 3 Caracter"/>
    <w:aliases w:val="Podpodkapitola Caracter,adpis 3 Caracter,KopCat. 3 Caracter,Numbered - 3 Caracter"/>
    <w:link w:val="Titlu3"/>
    <w:rsid w:val="00841C6A"/>
    <w:rPr>
      <w:rFonts w:ascii="Arial Narrow" w:hAnsi="Arial Narrow" w:cs="Arial"/>
      <w:b/>
      <w:bCs/>
      <w:sz w:val="26"/>
      <w:szCs w:val="2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9A55A4-B8B2-46FE-95C7-35D938535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3</TotalTime>
  <Pages>7</Pages>
  <Words>1818</Words>
  <Characters>11723</Characters>
  <Application>Microsoft Office Word</Application>
  <DocSecurity>0</DocSecurity>
  <Lines>97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13514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Lucia Brabete</cp:lastModifiedBy>
  <cp:revision>4</cp:revision>
  <cp:lastPrinted>2022-03-29T08:07:00Z</cp:lastPrinted>
  <dcterms:created xsi:type="dcterms:W3CDTF">2023-09-22T09:04:00Z</dcterms:created>
  <dcterms:modified xsi:type="dcterms:W3CDTF">2023-12-18T14:05:00Z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d457f6f378d9bb18590ca57b088eb7d81483ab9d5b3de56621c57fd767b56fe1</vt:lpwstr>
  </property>
</Properties>
</file>